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04052" w14:textId="7B68A2E3" w:rsidR="00201AC2" w:rsidRPr="001A40E2" w:rsidRDefault="00740774" w:rsidP="00D861A3">
      <w:pPr>
        <w:spacing w:after="180"/>
        <w:rPr>
          <w:b/>
          <w:sz w:val="44"/>
          <w:szCs w:val="44"/>
        </w:rPr>
      </w:pPr>
      <w:r>
        <w:rPr>
          <w:b/>
          <w:sz w:val="44"/>
          <w:szCs w:val="44"/>
        </w:rPr>
        <w:t>From velocity to displacement</w:t>
      </w:r>
    </w:p>
    <w:p w14:paraId="708845F1" w14:textId="77777777" w:rsidR="00D861A3" w:rsidRPr="00D861A3" w:rsidRDefault="00D861A3" w:rsidP="00D861A3">
      <w:pPr>
        <w:spacing w:after="180" w:line="276" w:lineRule="auto"/>
        <w:rPr>
          <w:b/>
          <w:bCs/>
          <w:noProof/>
          <w:szCs w:val="26"/>
        </w:rPr>
      </w:pPr>
    </w:p>
    <w:p w14:paraId="55018E91" w14:textId="77777777" w:rsidR="00D861A3" w:rsidRPr="00D861A3" w:rsidRDefault="00D861A3" w:rsidP="00D861A3">
      <w:pPr>
        <w:spacing w:after="120" w:line="276" w:lineRule="auto"/>
        <w:rPr>
          <w:bCs/>
          <w:noProof/>
          <w:szCs w:val="26"/>
        </w:rPr>
      </w:pPr>
      <w:r w:rsidRPr="00D861A3">
        <w:rPr>
          <w:bCs/>
          <w:noProof/>
          <w:szCs w:val="26"/>
        </w:rPr>
        <w:t>The movement of an object can be shown on different types of graph.</w:t>
      </w:r>
    </w:p>
    <w:p w14:paraId="37C72DD0" w14:textId="3A04466C" w:rsidR="00D861A3" w:rsidRPr="00D861A3" w:rsidRDefault="00D861A3" w:rsidP="00D861A3">
      <w:pPr>
        <w:spacing w:after="120" w:line="276" w:lineRule="auto"/>
        <w:rPr>
          <w:bCs/>
          <w:noProof/>
          <w:sz w:val="28"/>
          <w:szCs w:val="26"/>
        </w:rPr>
      </w:pPr>
      <w:r w:rsidRPr="00D861A3">
        <w:rPr>
          <w:bCs/>
          <w:noProof/>
          <w:sz w:val="28"/>
          <w:szCs w:val="26"/>
        </w:rPr>
        <w:t>Which displacement-time graph shows the same movement as each velocity-time graph?</w:t>
      </w:r>
    </w:p>
    <w:p w14:paraId="5E8C2FC7" w14:textId="3D4CCE52" w:rsidR="00D861A3" w:rsidRPr="00BD420A" w:rsidRDefault="00D861A3" w:rsidP="00D861A3">
      <w:pPr>
        <w:spacing w:after="240"/>
        <w:rPr>
          <w:i/>
          <w:sz w:val="24"/>
        </w:rPr>
      </w:pPr>
      <w:bookmarkStart w:id="0" w:name="_Hlk83647394"/>
      <w:r w:rsidRPr="00BD420A">
        <w:rPr>
          <w:i/>
          <w:sz w:val="24"/>
        </w:rPr>
        <w:t xml:space="preserve">Rule a line from each velocity-time graph to the </w:t>
      </w:r>
      <w:r>
        <w:rPr>
          <w:i/>
          <w:sz w:val="24"/>
        </w:rPr>
        <w:t>correct</w:t>
      </w:r>
      <w:r w:rsidRPr="00BD420A">
        <w:rPr>
          <w:i/>
          <w:sz w:val="24"/>
        </w:rPr>
        <w:t xml:space="preserve"> displacement-time</w:t>
      </w:r>
      <w:r w:rsidRPr="00BD420A">
        <w:rPr>
          <w:i/>
          <w:sz w:val="24"/>
        </w:rPr>
        <w:t xml:space="preserve"> </w:t>
      </w:r>
      <w:r w:rsidRPr="00BD420A">
        <w:rPr>
          <w:i/>
          <w:sz w:val="24"/>
        </w:rPr>
        <w:t>graph.</w:t>
      </w:r>
    </w:p>
    <w:bookmarkEnd w:id="0"/>
    <w:p w14:paraId="510E7AD2" w14:textId="37EFA907" w:rsidR="00D861A3" w:rsidRPr="00D861A3" w:rsidRDefault="00D861A3" w:rsidP="00D861A3">
      <w:pPr>
        <w:spacing w:after="120" w:line="276" w:lineRule="auto"/>
        <w:rPr>
          <w:bCs/>
          <w:noProof/>
          <w:szCs w:val="26"/>
        </w:rPr>
      </w:pPr>
    </w:p>
    <w:p w14:paraId="0B0830F7" w14:textId="00344265" w:rsidR="00D861A3" w:rsidRPr="00D861A3" w:rsidRDefault="00D861A3" w:rsidP="00B96362">
      <w:pPr>
        <w:spacing w:after="200" w:line="276" w:lineRule="auto"/>
        <w:rPr>
          <w:b/>
          <w:bCs/>
          <w:noProof/>
          <w:szCs w:val="26"/>
        </w:rPr>
      </w:pPr>
      <w:r w:rsidRPr="00D861A3">
        <w:rPr>
          <w:b/>
          <w:bCs/>
          <w:noProof/>
          <w:sz w:val="26"/>
          <w:szCs w:val="26"/>
        </w:rPr>
        <mc:AlternateContent>
          <mc:Choice Requires="wps">
            <w:drawing>
              <wp:anchor distT="45720" distB="45720" distL="114300" distR="114300" simplePos="0" relativeHeight="251694080" behindDoc="0" locked="0" layoutInCell="1" allowOverlap="1" wp14:anchorId="1C7FF265" wp14:editId="37E9378D">
                <wp:simplePos x="0" y="0"/>
                <wp:positionH relativeFrom="margin">
                  <wp:posOffset>3717290</wp:posOffset>
                </wp:positionH>
                <wp:positionV relativeFrom="paragraph">
                  <wp:posOffset>6350</wp:posOffset>
                </wp:positionV>
                <wp:extent cx="2014220" cy="330835"/>
                <wp:effectExtent l="0" t="0" r="0" b="0"/>
                <wp:wrapNone/>
                <wp:docPr id="1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330835"/>
                        </a:xfrm>
                        <a:prstGeom prst="rect">
                          <a:avLst/>
                        </a:prstGeom>
                        <a:noFill/>
                        <a:ln w="9525">
                          <a:noFill/>
                          <a:miter lim="800000"/>
                          <a:headEnd/>
                          <a:tailEnd/>
                        </a:ln>
                      </wps:spPr>
                      <wps:txbx>
                        <w:txbxContent>
                          <w:p w14:paraId="3DB47EB7" w14:textId="77777777" w:rsidR="00D861A3" w:rsidRPr="00480B64" w:rsidRDefault="00D861A3" w:rsidP="00D861A3">
                            <w:pPr>
                              <w:spacing w:after="240"/>
                              <w:jc w:val="center"/>
                              <w:rPr>
                                <w:b/>
                              </w:rPr>
                            </w:pPr>
                            <w:r>
                              <w:rPr>
                                <w:b/>
                              </w:rPr>
                              <w:t>Velocity</w:t>
                            </w:r>
                            <w:r w:rsidRPr="00480B64">
                              <w:rPr>
                                <w:b/>
                              </w:rPr>
                              <w:t>-time graphs</w:t>
                            </w:r>
                          </w:p>
                          <w:p w14:paraId="506E0187" w14:textId="77777777" w:rsidR="00D861A3" w:rsidRPr="00480B64" w:rsidRDefault="00D861A3" w:rsidP="00D861A3">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FF265" id="_x0000_t202" coordsize="21600,21600" o:spt="202" path="m,l,21600r21600,l21600,xe">
                <v:stroke joinstyle="miter"/>
                <v:path gradientshapeok="t" o:connecttype="rect"/>
              </v:shapetype>
              <v:shape id="Text Box 2" o:spid="_x0000_s1026" type="#_x0000_t202" style="position:absolute;margin-left:292.7pt;margin-top:.5pt;width:158.6pt;height:26.0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" filled="f" stroked="f">
                <v:textbox>
                  <w:txbxContent>
                    <w:p w14:paraId="3DB47EB7" w14:textId="77777777" w:rsidR="00D861A3" w:rsidRPr="00480B64" w:rsidRDefault="00D861A3" w:rsidP="00D861A3">
                      <w:pPr>
                        <w:spacing w:after="240"/>
                        <w:jc w:val="center"/>
                        <w:rPr>
                          <w:b/>
                        </w:rPr>
                      </w:pPr>
                      <w:r>
                        <w:rPr>
                          <w:b/>
                        </w:rPr>
                        <w:t>Velocity</w:t>
                      </w:r>
                      <w:r w:rsidRPr="00480B64">
                        <w:rPr>
                          <w:b/>
                        </w:rPr>
                        <w:t>-time graphs</w:t>
                      </w:r>
                    </w:p>
                    <w:p w14:paraId="506E0187" w14:textId="77777777" w:rsidR="00D861A3" w:rsidRPr="00480B64" w:rsidRDefault="00D861A3" w:rsidP="00D861A3">
                      <w:pPr>
                        <w:jc w:val="center"/>
                        <w:rPr>
                          <w:b/>
                        </w:rPr>
                      </w:pPr>
                    </w:p>
                  </w:txbxContent>
                </v:textbox>
                <w10:wrap anchorx="margin"/>
              </v:shape>
            </w:pict>
          </mc:Fallback>
        </mc:AlternateContent>
      </w:r>
      <w:r w:rsidRPr="00D861A3">
        <w:rPr>
          <w:b/>
          <w:bCs/>
          <w:noProof/>
          <w:sz w:val="26"/>
          <w:szCs w:val="26"/>
        </w:rPr>
        <mc:AlternateContent>
          <mc:Choice Requires="wps">
            <w:drawing>
              <wp:anchor distT="45720" distB="45720" distL="114300" distR="114300" simplePos="0" relativeHeight="251693056" behindDoc="0" locked="0" layoutInCell="1" allowOverlap="1" wp14:anchorId="069C6C02" wp14:editId="0904FE28">
                <wp:simplePos x="0" y="0"/>
                <wp:positionH relativeFrom="margin">
                  <wp:posOffset>0</wp:posOffset>
                </wp:positionH>
                <wp:positionV relativeFrom="paragraph">
                  <wp:posOffset>6350</wp:posOffset>
                </wp:positionV>
                <wp:extent cx="2195830" cy="33083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5830" cy="330835"/>
                        </a:xfrm>
                        <a:prstGeom prst="rect">
                          <a:avLst/>
                        </a:prstGeom>
                        <a:noFill/>
                        <a:ln w="9525">
                          <a:noFill/>
                          <a:miter lim="800000"/>
                          <a:headEnd/>
                          <a:tailEnd/>
                        </a:ln>
                      </wps:spPr>
                      <wps:txbx>
                        <w:txbxContent>
                          <w:p w14:paraId="140F7841" w14:textId="77777777" w:rsidR="00D861A3" w:rsidRPr="00480B64" w:rsidRDefault="00D861A3" w:rsidP="00D861A3">
                            <w:pPr>
                              <w:spacing w:after="240"/>
                              <w:jc w:val="center"/>
                              <w:rPr>
                                <w:b/>
                              </w:rPr>
                            </w:pPr>
                            <w:r w:rsidRPr="00480B64">
                              <w:rPr>
                                <w:b/>
                              </w:rPr>
                              <w:t>Displacement-time graphs</w:t>
                            </w:r>
                          </w:p>
                          <w:p w14:paraId="3085093D" w14:textId="77777777" w:rsidR="00D861A3" w:rsidRPr="00480B64" w:rsidRDefault="00D861A3" w:rsidP="00D861A3">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9C6C02" id="_x0000_s1027" type="#_x0000_t202" style="position:absolute;margin-left:0;margin-top:.5pt;width:172.9pt;height:26.05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" filled="f" stroked="f">
                <v:textbox>
                  <w:txbxContent>
                    <w:p w14:paraId="140F7841" w14:textId="77777777" w:rsidR="00D861A3" w:rsidRPr="00480B64" w:rsidRDefault="00D861A3" w:rsidP="00D861A3">
                      <w:pPr>
                        <w:spacing w:after="240"/>
                        <w:jc w:val="center"/>
                        <w:rPr>
                          <w:b/>
                        </w:rPr>
                      </w:pPr>
                      <w:r w:rsidRPr="00480B64">
                        <w:rPr>
                          <w:b/>
                        </w:rPr>
                        <w:t>Displacement-time graphs</w:t>
                      </w:r>
                    </w:p>
                    <w:p w14:paraId="3085093D" w14:textId="77777777" w:rsidR="00D861A3" w:rsidRPr="00480B64" w:rsidRDefault="00D861A3" w:rsidP="00D861A3">
                      <w:pPr>
                        <w:jc w:val="center"/>
                        <w:rPr>
                          <w:b/>
                        </w:rPr>
                      </w:pPr>
                    </w:p>
                  </w:txbxContent>
                </v:textbox>
                <w10:wrap anchorx="margin"/>
              </v:shape>
            </w:pict>
          </mc:Fallback>
        </mc:AlternateContent>
      </w:r>
    </w:p>
    <w:p w14:paraId="53C5F087" w14:textId="23EBB22D" w:rsidR="00201AC2" w:rsidRDefault="00DF7078" w:rsidP="00B96362">
      <w:pPr>
        <w:spacing w:after="200" w:line="276" w:lineRule="auto"/>
        <w:rPr>
          <w:b/>
          <w:bCs/>
          <w:noProof/>
          <w:sz w:val="26"/>
          <w:szCs w:val="26"/>
        </w:rPr>
      </w:pPr>
      <w:r>
        <w:rPr>
          <w:b/>
          <w:bCs/>
          <w:noProof/>
          <w:sz w:val="26"/>
          <w:szCs w:val="26"/>
        </w:rPr>
        <mc:AlternateContent>
          <mc:Choice Requires="wpg">
            <w:drawing>
              <wp:anchor distT="0" distB="0" distL="114300" distR="114300" simplePos="0" relativeHeight="251726848" behindDoc="0" locked="0" layoutInCell="1" allowOverlap="1" wp14:anchorId="241F1BAD" wp14:editId="1F970785">
                <wp:simplePos x="0" y="0"/>
                <wp:positionH relativeFrom="column">
                  <wp:posOffset>0</wp:posOffset>
                </wp:positionH>
                <wp:positionV relativeFrom="paragraph">
                  <wp:posOffset>152448</wp:posOffset>
                </wp:positionV>
                <wp:extent cx="5731065" cy="5358085"/>
                <wp:effectExtent l="0" t="0" r="3175" b="0"/>
                <wp:wrapNone/>
                <wp:docPr id="280" name="Group 280"/>
                <wp:cNvGraphicFramePr/>
                <a:graphic xmlns:a="http://schemas.openxmlformats.org/drawingml/2006/main">
                  <a:graphicData uri="http://schemas.microsoft.com/office/word/2010/wordprocessingGroup">
                    <wpg:wgp>
                      <wpg:cNvGrpSpPr/>
                      <wpg:grpSpPr>
                        <a:xfrm>
                          <a:off x="0" y="0"/>
                          <a:ext cx="5731065" cy="5358085"/>
                          <a:chOff x="0" y="0"/>
                          <a:chExt cx="5731065" cy="5358085"/>
                        </a:xfrm>
                      </wpg:grpSpPr>
                      <wpg:grpSp>
                        <wpg:cNvPr id="130" name="Group 130"/>
                        <wpg:cNvGrpSpPr/>
                        <wpg:grpSpPr>
                          <a:xfrm>
                            <a:off x="0" y="759124"/>
                            <a:ext cx="2220595" cy="3848262"/>
                            <a:chOff x="0" y="0"/>
                            <a:chExt cx="2220595" cy="3848262"/>
                          </a:xfrm>
                        </wpg:grpSpPr>
                        <pic:pic xmlns:pic="http://schemas.openxmlformats.org/drawingml/2006/picture">
                          <pic:nvPicPr>
                            <pic:cNvPr id="47" name="Picture 47"/>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1115695"/>
                            </a:xfrm>
                            <a:prstGeom prst="rect">
                              <a:avLst/>
                            </a:prstGeom>
                            <a:noFill/>
                          </pic:spPr>
                        </pic:pic>
                        <pic:pic xmlns:pic="http://schemas.openxmlformats.org/drawingml/2006/picture">
                          <pic:nvPicPr>
                            <pic:cNvPr id="57" name="Picture 57"/>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1360967"/>
                              <a:ext cx="2220595" cy="1115695"/>
                            </a:xfrm>
                            <a:prstGeom prst="rect">
                              <a:avLst/>
                            </a:prstGeom>
                            <a:noFill/>
                          </pic:spPr>
                        </pic:pic>
                        <pic:pic xmlns:pic="http://schemas.openxmlformats.org/drawingml/2006/picture">
                          <pic:nvPicPr>
                            <pic:cNvPr id="129" name="Picture 1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2732567"/>
                              <a:ext cx="2204720" cy="1115695"/>
                            </a:xfrm>
                            <a:prstGeom prst="rect">
                              <a:avLst/>
                            </a:prstGeom>
                            <a:noFill/>
                          </pic:spPr>
                        </pic:pic>
                      </wpg:grpSp>
                      <wpg:grpSp>
                        <wpg:cNvPr id="172" name="Group 172"/>
                        <wpg:cNvGrpSpPr/>
                        <wpg:grpSpPr>
                          <a:xfrm>
                            <a:off x="3536830" y="0"/>
                            <a:ext cx="2194235" cy="5358085"/>
                            <a:chOff x="0" y="0"/>
                            <a:chExt cx="2194235" cy="5358085"/>
                          </a:xfrm>
                        </wpg:grpSpPr>
                        <pic:pic xmlns:pic="http://schemas.openxmlformats.org/drawingml/2006/picture">
                          <pic:nvPicPr>
                            <pic:cNvPr id="140" name="Picture 140"/>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21265" y="0"/>
                              <a:ext cx="2172970" cy="1115695"/>
                            </a:xfrm>
                            <a:prstGeom prst="rect">
                              <a:avLst/>
                            </a:prstGeom>
                            <a:noFill/>
                          </pic:spPr>
                        </pic:pic>
                        <pic:pic xmlns:pic="http://schemas.openxmlformats.org/drawingml/2006/picture">
                          <pic:nvPicPr>
                            <pic:cNvPr id="151" name="Picture 15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21265" y="1414130"/>
                              <a:ext cx="2172970" cy="1115695"/>
                            </a:xfrm>
                            <a:prstGeom prst="rect">
                              <a:avLst/>
                            </a:prstGeom>
                            <a:noFill/>
                          </pic:spPr>
                        </pic:pic>
                        <pic:pic xmlns:pic="http://schemas.openxmlformats.org/drawingml/2006/picture">
                          <pic:nvPicPr>
                            <pic:cNvPr id="161" name="Picture 16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632" y="2828260"/>
                              <a:ext cx="2177415" cy="1115695"/>
                            </a:xfrm>
                            <a:prstGeom prst="rect">
                              <a:avLst/>
                            </a:prstGeom>
                            <a:noFill/>
                          </pic:spPr>
                        </pic:pic>
                        <pic:pic xmlns:pic="http://schemas.openxmlformats.org/drawingml/2006/picture">
                          <pic:nvPicPr>
                            <pic:cNvPr id="171" name="Picture 17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4242390"/>
                              <a:ext cx="2182495" cy="1115695"/>
                            </a:xfrm>
                            <a:prstGeom prst="rect">
                              <a:avLst/>
                            </a:prstGeom>
                            <a:noFill/>
                          </pic:spPr>
                        </pic:pic>
                      </wpg:grpSp>
                    </wpg:wgp>
                  </a:graphicData>
                </a:graphic>
              </wp:anchor>
            </w:drawing>
          </mc:Choice>
          <mc:Fallback>
            <w:pict>
              <v:group w14:anchorId="7C80119A" id="Group 280" o:spid="_x0000_s1026" style="position:absolute;margin-left:0;margin-top:12pt;width:451.25pt;height:421.9pt;z-index:251726848" coordsize="57310,535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">
                <v:group id="Group 130" o:spid="_x0000_s1027" style="position:absolute;top:7591;width:22205;height:38482" coordsize="22205,38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 o:spid="_x0000_s1028" type="#_x0000_t75" style="position:absolute;width:21717;height:11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">
                    <v:imagedata r:id="rId14" o:title=""/>
                  </v:shape>
                  <v:shape id="Picture 57" o:spid="_x0000_s1029" type="#_x0000_t75" style="position:absolute;top:13609;width:22205;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">
                    <v:imagedata r:id="rId15" o:title=""/>
                  </v:shape>
                  <v:shape id="Picture 129" o:spid="_x0000_s1030" type="#_x0000_t75" style="position:absolute;top:27325;width:22047;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">
                    <v:imagedata r:id="rId16" o:title=""/>
                  </v:shape>
                </v:group>
                <v:group id="Group 172" o:spid="_x0000_s1031" style="position:absolute;left:35368;width:21942;height:53580" coordsize="21942,5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Picture 140" o:spid="_x0000_s1032" type="#_x0000_t75" style="position:absolute;left:212;width:21730;height:11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">
                    <v:imagedata r:id="rId17" o:title=""/>
                  </v:shape>
                  <v:shape id="Picture 151" o:spid="_x0000_s1033" type="#_x0000_t75" style="position:absolute;left:212;top:14141;width:21730;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">
                    <v:imagedata r:id="rId18" o:title=""/>
                  </v:shape>
                  <v:shape id="Picture 161" o:spid="_x0000_s1034" type="#_x0000_t75" style="position:absolute;left:106;top:28282;width:21774;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">
                    <v:imagedata r:id="rId19" o:title=""/>
                  </v:shape>
                  <v:shape id="Picture 171" o:spid="_x0000_s1035" type="#_x0000_t75" style="position:absolute;top:42423;width:21824;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">
                    <v:imagedata r:id="rId20" o:title=""/>
                  </v:shape>
                </v:group>
              </v:group>
            </w:pict>
          </mc:Fallback>
        </mc:AlternateContent>
      </w:r>
      <w:r w:rsidR="00D40018">
        <w:rPr>
          <w:b/>
          <w:bCs/>
          <w:noProof/>
          <w:sz w:val="26"/>
          <w:szCs w:val="26"/>
        </w:rPr>
        <w:t xml:space="preserve"> </w:t>
      </w:r>
    </w:p>
    <w:p w14:paraId="01535576" w14:textId="4F16821A" w:rsidR="00B6256B" w:rsidRDefault="00B6256B" w:rsidP="00B96362">
      <w:pPr>
        <w:spacing w:after="200" w:line="276" w:lineRule="auto"/>
        <w:rPr>
          <w:szCs w:val="18"/>
        </w:rPr>
      </w:pPr>
    </w:p>
    <w:p w14:paraId="75201EA5" w14:textId="1D2A560E" w:rsidR="00B6256B" w:rsidRDefault="00B6256B" w:rsidP="00B96362">
      <w:pPr>
        <w:spacing w:after="200" w:line="276" w:lineRule="auto"/>
        <w:rPr>
          <w:szCs w:val="18"/>
        </w:rPr>
      </w:pPr>
    </w:p>
    <w:p w14:paraId="1E05D11B" w14:textId="50D5E70E" w:rsidR="00B6256B" w:rsidRDefault="00B6256B" w:rsidP="00B96362">
      <w:pPr>
        <w:spacing w:after="200" w:line="276" w:lineRule="auto"/>
        <w:rPr>
          <w:szCs w:val="18"/>
        </w:rPr>
      </w:pPr>
    </w:p>
    <w:p w14:paraId="3D814EDC" w14:textId="46FB9BB2" w:rsidR="00B6256B" w:rsidRDefault="00B6256B" w:rsidP="00B96362">
      <w:pPr>
        <w:spacing w:after="200" w:line="276" w:lineRule="auto"/>
        <w:rPr>
          <w:szCs w:val="18"/>
        </w:rPr>
      </w:pPr>
    </w:p>
    <w:p w14:paraId="390E4B3D" w14:textId="77777777" w:rsidR="00B6256B" w:rsidRDefault="00B6256B" w:rsidP="00B96362">
      <w:pPr>
        <w:spacing w:after="200" w:line="276" w:lineRule="auto"/>
        <w:rPr>
          <w:szCs w:val="18"/>
        </w:rPr>
      </w:pPr>
    </w:p>
    <w:p w14:paraId="0489B859" w14:textId="322A4ED5" w:rsidR="00B6256B" w:rsidRDefault="00B6256B" w:rsidP="00B96362">
      <w:pPr>
        <w:spacing w:after="200" w:line="276" w:lineRule="auto"/>
        <w:rPr>
          <w:szCs w:val="18"/>
        </w:rPr>
      </w:pPr>
    </w:p>
    <w:p w14:paraId="56411040" w14:textId="5160F67D" w:rsidR="00B6256B" w:rsidRDefault="00B6256B" w:rsidP="00B96362">
      <w:pPr>
        <w:spacing w:after="200" w:line="276" w:lineRule="auto"/>
        <w:rPr>
          <w:szCs w:val="18"/>
        </w:rPr>
      </w:pPr>
    </w:p>
    <w:p w14:paraId="78C62251" w14:textId="15FE50FC" w:rsidR="00B6256B" w:rsidRDefault="00B6256B" w:rsidP="00B96362">
      <w:pPr>
        <w:spacing w:after="200" w:line="276" w:lineRule="auto"/>
        <w:rPr>
          <w:szCs w:val="18"/>
        </w:rPr>
      </w:pPr>
    </w:p>
    <w:p w14:paraId="277F5719" w14:textId="77777777" w:rsidR="00B6256B" w:rsidRDefault="00B6256B" w:rsidP="00B96362">
      <w:pPr>
        <w:spacing w:after="200" w:line="276" w:lineRule="auto"/>
        <w:rPr>
          <w:szCs w:val="18"/>
        </w:rPr>
      </w:pPr>
    </w:p>
    <w:p w14:paraId="5473E81F" w14:textId="29F8F694" w:rsidR="00B6256B" w:rsidRDefault="00B6256B" w:rsidP="00B96362">
      <w:pPr>
        <w:spacing w:after="200" w:line="276" w:lineRule="auto"/>
        <w:rPr>
          <w:szCs w:val="18"/>
        </w:rPr>
      </w:pPr>
    </w:p>
    <w:p w14:paraId="069CB36F" w14:textId="551F2F33" w:rsidR="00B6256B" w:rsidRDefault="00B6256B" w:rsidP="00B96362">
      <w:pPr>
        <w:spacing w:after="200" w:line="276" w:lineRule="auto"/>
        <w:rPr>
          <w:szCs w:val="18"/>
        </w:rPr>
      </w:pPr>
    </w:p>
    <w:p w14:paraId="3ED7682D" w14:textId="0359EABB" w:rsidR="00B6256B" w:rsidRDefault="00B6256B" w:rsidP="00B96362">
      <w:pPr>
        <w:spacing w:after="200" w:line="276" w:lineRule="auto"/>
        <w:rPr>
          <w:szCs w:val="18"/>
        </w:rPr>
      </w:pPr>
    </w:p>
    <w:p w14:paraId="52E40981" w14:textId="10218CFC" w:rsidR="00B6256B" w:rsidRDefault="00B6256B" w:rsidP="00B96362">
      <w:pPr>
        <w:spacing w:after="200" w:line="276" w:lineRule="auto"/>
        <w:rPr>
          <w:szCs w:val="18"/>
        </w:rPr>
      </w:pPr>
    </w:p>
    <w:p w14:paraId="61BEA4AF" w14:textId="77777777" w:rsidR="00B6256B" w:rsidRDefault="00B6256B" w:rsidP="00B96362">
      <w:pPr>
        <w:spacing w:after="200" w:line="276" w:lineRule="auto"/>
        <w:rPr>
          <w:szCs w:val="18"/>
        </w:rPr>
      </w:pPr>
    </w:p>
    <w:p w14:paraId="218400EB" w14:textId="77777777" w:rsidR="00B6256B" w:rsidRDefault="00B6256B" w:rsidP="00B96362">
      <w:pPr>
        <w:spacing w:after="200" w:line="276" w:lineRule="auto"/>
        <w:rPr>
          <w:szCs w:val="18"/>
        </w:rPr>
      </w:pPr>
    </w:p>
    <w:p w14:paraId="61DAA01E" w14:textId="77777777" w:rsidR="00B6256B" w:rsidRDefault="00B6256B" w:rsidP="00B96362">
      <w:pPr>
        <w:spacing w:after="200" w:line="276" w:lineRule="auto"/>
        <w:rPr>
          <w:szCs w:val="18"/>
        </w:rPr>
      </w:pPr>
    </w:p>
    <w:p w14:paraId="212DF23F" w14:textId="77777777" w:rsidR="00B6256B" w:rsidRDefault="00B6256B" w:rsidP="00B96362">
      <w:pPr>
        <w:spacing w:after="200" w:line="276" w:lineRule="auto"/>
        <w:rPr>
          <w:szCs w:val="18"/>
        </w:rPr>
      </w:pPr>
    </w:p>
    <w:p w14:paraId="45BBAF1B" w14:textId="77777777" w:rsidR="00B6256B" w:rsidRDefault="00B6256B" w:rsidP="00B96362">
      <w:pPr>
        <w:spacing w:after="200" w:line="276" w:lineRule="auto"/>
        <w:rPr>
          <w:szCs w:val="18"/>
        </w:rPr>
      </w:pPr>
    </w:p>
    <w:p w14:paraId="05EAA03D" w14:textId="4B7653DB" w:rsidR="00B6256B" w:rsidRPr="00B6256B" w:rsidRDefault="00B6256B" w:rsidP="00B6256B">
      <w:pPr>
        <w:spacing w:after="180" w:line="276" w:lineRule="auto"/>
        <w:rPr>
          <w:sz w:val="44"/>
          <w:szCs w:val="18"/>
        </w:rPr>
      </w:pPr>
    </w:p>
    <w:p w14:paraId="4AFCF228" w14:textId="77777777" w:rsidR="00B6256B" w:rsidRDefault="00B6256B" w:rsidP="00B6256B">
      <w:pPr>
        <w:spacing w:after="240"/>
        <w:rPr>
          <w:i/>
          <w:sz w:val="24"/>
        </w:rPr>
      </w:pPr>
    </w:p>
    <w:p w14:paraId="66C0258F" w14:textId="6C7B230F" w:rsidR="00B6256B" w:rsidRPr="00BD420A" w:rsidRDefault="00B6256B" w:rsidP="00B6256B">
      <w:pPr>
        <w:spacing w:after="240"/>
        <w:rPr>
          <w:i/>
          <w:sz w:val="24"/>
        </w:rPr>
      </w:pPr>
      <w:r w:rsidRPr="00BD420A">
        <w:rPr>
          <w:i/>
          <w:sz w:val="24"/>
        </w:rPr>
        <w:t xml:space="preserve">Rule a line from each </w:t>
      </w:r>
      <w:r>
        <w:rPr>
          <w:i/>
          <w:sz w:val="24"/>
        </w:rPr>
        <w:t xml:space="preserve">of these </w:t>
      </w:r>
      <w:r w:rsidRPr="00BD420A">
        <w:rPr>
          <w:i/>
          <w:sz w:val="24"/>
        </w:rPr>
        <w:t xml:space="preserve">displacement-time graph to the </w:t>
      </w:r>
      <w:r>
        <w:rPr>
          <w:i/>
          <w:sz w:val="24"/>
        </w:rPr>
        <w:t>correct</w:t>
      </w:r>
      <w:r w:rsidRPr="00BD420A">
        <w:rPr>
          <w:i/>
          <w:sz w:val="24"/>
        </w:rPr>
        <w:t xml:space="preserve"> velocity-time graph.</w:t>
      </w:r>
    </w:p>
    <w:p w14:paraId="746DC047" w14:textId="77777777" w:rsidR="00B6256B" w:rsidRDefault="00B6256B" w:rsidP="00B6256B">
      <w:pPr>
        <w:spacing w:after="240"/>
        <w:rPr>
          <w:i/>
          <w:sz w:val="18"/>
          <w:szCs w:val="18"/>
        </w:rPr>
      </w:pPr>
      <w:r w:rsidRPr="00480B64">
        <w:rPr>
          <w:i/>
          <w:noProof/>
          <w:sz w:val="18"/>
          <w:szCs w:val="18"/>
        </w:rPr>
        <mc:AlternateContent>
          <mc:Choice Requires="wps">
            <w:drawing>
              <wp:anchor distT="45720" distB="45720" distL="114300" distR="114300" simplePos="0" relativeHeight="251706368" behindDoc="0" locked="0" layoutInCell="1" allowOverlap="1" wp14:anchorId="31766220" wp14:editId="00083BA2">
                <wp:simplePos x="0" y="0"/>
                <wp:positionH relativeFrom="margin">
                  <wp:posOffset>3717290</wp:posOffset>
                </wp:positionH>
                <wp:positionV relativeFrom="paragraph">
                  <wp:posOffset>48260</wp:posOffset>
                </wp:positionV>
                <wp:extent cx="2014220" cy="330835"/>
                <wp:effectExtent l="0" t="0" r="0" b="0"/>
                <wp:wrapNone/>
                <wp:docPr id="1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330835"/>
                        </a:xfrm>
                        <a:prstGeom prst="rect">
                          <a:avLst/>
                        </a:prstGeom>
                        <a:noFill/>
                        <a:ln w="9525">
                          <a:noFill/>
                          <a:miter lim="800000"/>
                          <a:headEnd/>
                          <a:tailEnd/>
                        </a:ln>
                      </wps:spPr>
                      <wps:txbx>
                        <w:txbxContent>
                          <w:p w14:paraId="454414CE" w14:textId="77777777" w:rsidR="00B6256B" w:rsidRPr="00480B64" w:rsidRDefault="00B6256B" w:rsidP="00B6256B">
                            <w:pPr>
                              <w:spacing w:after="240"/>
                              <w:jc w:val="center"/>
                              <w:rPr>
                                <w:b/>
                              </w:rPr>
                            </w:pPr>
                            <w:r>
                              <w:rPr>
                                <w:b/>
                              </w:rPr>
                              <w:t>Velocity</w:t>
                            </w:r>
                            <w:r w:rsidRPr="00480B64">
                              <w:rPr>
                                <w:b/>
                              </w:rPr>
                              <w:t>-time graphs</w:t>
                            </w:r>
                          </w:p>
                          <w:p w14:paraId="5FDEEBE4" w14:textId="77777777" w:rsidR="00B6256B" w:rsidRPr="00480B64" w:rsidRDefault="00B6256B" w:rsidP="00B6256B">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766220" id="_x0000_s1028" type="#_x0000_t202" style="position:absolute;margin-left:292.7pt;margin-top:3.8pt;width:158.6pt;height:26.05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" filled="f" stroked="f">
                <v:textbox>
                  <w:txbxContent>
                    <w:p w14:paraId="454414CE" w14:textId="77777777" w:rsidR="00B6256B" w:rsidRPr="00480B64" w:rsidRDefault="00B6256B" w:rsidP="00B6256B">
                      <w:pPr>
                        <w:spacing w:after="240"/>
                        <w:jc w:val="center"/>
                        <w:rPr>
                          <w:b/>
                        </w:rPr>
                      </w:pPr>
                      <w:r>
                        <w:rPr>
                          <w:b/>
                        </w:rPr>
                        <w:t>Velocity</w:t>
                      </w:r>
                      <w:r w:rsidRPr="00480B64">
                        <w:rPr>
                          <w:b/>
                        </w:rPr>
                        <w:t>-time graphs</w:t>
                      </w:r>
                    </w:p>
                    <w:p w14:paraId="5FDEEBE4" w14:textId="77777777" w:rsidR="00B6256B" w:rsidRPr="00480B64" w:rsidRDefault="00B6256B" w:rsidP="00B6256B">
                      <w:pPr>
                        <w:jc w:val="center"/>
                        <w:rPr>
                          <w:b/>
                        </w:rPr>
                      </w:pPr>
                    </w:p>
                  </w:txbxContent>
                </v:textbox>
                <w10:wrap anchorx="margin"/>
              </v:shape>
            </w:pict>
          </mc:Fallback>
        </mc:AlternateContent>
      </w:r>
      <w:r w:rsidRPr="00480B64">
        <w:rPr>
          <w:i/>
          <w:noProof/>
          <w:sz w:val="18"/>
          <w:szCs w:val="18"/>
        </w:rPr>
        <mc:AlternateContent>
          <mc:Choice Requires="wps">
            <w:drawing>
              <wp:anchor distT="45720" distB="45720" distL="114300" distR="114300" simplePos="0" relativeHeight="251705344" behindDoc="0" locked="0" layoutInCell="1" allowOverlap="1" wp14:anchorId="6502BB90" wp14:editId="56E45FCF">
                <wp:simplePos x="0" y="0"/>
                <wp:positionH relativeFrom="margin">
                  <wp:posOffset>0</wp:posOffset>
                </wp:positionH>
                <wp:positionV relativeFrom="paragraph">
                  <wp:posOffset>48260</wp:posOffset>
                </wp:positionV>
                <wp:extent cx="2195830" cy="330835"/>
                <wp:effectExtent l="0" t="0" r="0" b="0"/>
                <wp:wrapNone/>
                <wp:docPr id="1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5830" cy="330835"/>
                        </a:xfrm>
                        <a:prstGeom prst="rect">
                          <a:avLst/>
                        </a:prstGeom>
                        <a:noFill/>
                        <a:ln w="9525">
                          <a:noFill/>
                          <a:miter lim="800000"/>
                          <a:headEnd/>
                          <a:tailEnd/>
                        </a:ln>
                      </wps:spPr>
                      <wps:txbx>
                        <w:txbxContent>
                          <w:p w14:paraId="060C677E" w14:textId="77777777" w:rsidR="00B6256B" w:rsidRPr="00480B64" w:rsidRDefault="00B6256B" w:rsidP="00B6256B">
                            <w:pPr>
                              <w:spacing w:after="240"/>
                              <w:jc w:val="center"/>
                              <w:rPr>
                                <w:b/>
                              </w:rPr>
                            </w:pPr>
                            <w:r w:rsidRPr="00480B64">
                              <w:rPr>
                                <w:b/>
                              </w:rPr>
                              <w:t>Displacement-time graphs</w:t>
                            </w:r>
                          </w:p>
                          <w:p w14:paraId="24EB0233" w14:textId="77777777" w:rsidR="00B6256B" w:rsidRPr="00480B64" w:rsidRDefault="00B6256B" w:rsidP="00B6256B">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02BB90" id="_x0000_s1029" type="#_x0000_t202" style="position:absolute;margin-left:0;margin-top:3.8pt;width:172.9pt;height:26.05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" filled="f" stroked="f">
                <v:textbox>
                  <w:txbxContent>
                    <w:p w14:paraId="060C677E" w14:textId="77777777" w:rsidR="00B6256B" w:rsidRPr="00480B64" w:rsidRDefault="00B6256B" w:rsidP="00B6256B">
                      <w:pPr>
                        <w:spacing w:after="240"/>
                        <w:jc w:val="center"/>
                        <w:rPr>
                          <w:b/>
                        </w:rPr>
                      </w:pPr>
                      <w:r w:rsidRPr="00480B64">
                        <w:rPr>
                          <w:b/>
                        </w:rPr>
                        <w:t>Displacement-time graphs</w:t>
                      </w:r>
                    </w:p>
                    <w:p w14:paraId="24EB0233" w14:textId="77777777" w:rsidR="00B6256B" w:rsidRPr="00480B64" w:rsidRDefault="00B6256B" w:rsidP="00B6256B">
                      <w:pPr>
                        <w:jc w:val="center"/>
                        <w:rPr>
                          <w:b/>
                        </w:rPr>
                      </w:pPr>
                    </w:p>
                  </w:txbxContent>
                </v:textbox>
                <w10:wrap anchorx="margin"/>
              </v:shape>
            </w:pict>
          </mc:Fallback>
        </mc:AlternateContent>
      </w:r>
    </w:p>
    <w:p w14:paraId="157BD626" w14:textId="54CC51AC" w:rsidR="00B6256B" w:rsidRDefault="00DF7078" w:rsidP="00B6256B">
      <w:pPr>
        <w:spacing w:after="180" w:line="276" w:lineRule="auto"/>
        <w:rPr>
          <w:szCs w:val="18"/>
        </w:rPr>
      </w:pPr>
      <w:r>
        <w:rPr>
          <w:noProof/>
          <w:szCs w:val="18"/>
        </w:rPr>
        <mc:AlternateContent>
          <mc:Choice Requires="wpg">
            <w:drawing>
              <wp:anchor distT="0" distB="0" distL="114300" distR="114300" simplePos="0" relativeHeight="251732992" behindDoc="0" locked="0" layoutInCell="1" allowOverlap="1" wp14:anchorId="3D6608E7" wp14:editId="3A368677">
                <wp:simplePos x="0" y="0"/>
                <wp:positionH relativeFrom="column">
                  <wp:posOffset>0</wp:posOffset>
                </wp:positionH>
                <wp:positionV relativeFrom="paragraph">
                  <wp:posOffset>227571</wp:posOffset>
                </wp:positionV>
                <wp:extent cx="5735416" cy="6952450"/>
                <wp:effectExtent l="0" t="0" r="0" b="0"/>
                <wp:wrapNone/>
                <wp:docPr id="299" name="Group 299"/>
                <wp:cNvGraphicFramePr/>
                <a:graphic xmlns:a="http://schemas.openxmlformats.org/drawingml/2006/main">
                  <a:graphicData uri="http://schemas.microsoft.com/office/word/2010/wordprocessingGroup">
                    <wpg:wgp>
                      <wpg:cNvGrpSpPr/>
                      <wpg:grpSpPr>
                        <a:xfrm>
                          <a:off x="0" y="0"/>
                          <a:ext cx="5735416" cy="6952450"/>
                          <a:chOff x="0" y="0"/>
                          <a:chExt cx="5735416" cy="6952450"/>
                        </a:xfrm>
                      </wpg:grpSpPr>
                      <wpg:grpSp>
                        <wpg:cNvPr id="213" name="Group 213"/>
                        <wpg:cNvGrpSpPr/>
                        <wpg:grpSpPr>
                          <a:xfrm>
                            <a:off x="0" y="1052422"/>
                            <a:ext cx="1983740" cy="4858356"/>
                            <a:chOff x="0" y="0"/>
                            <a:chExt cx="1983740" cy="4858356"/>
                          </a:xfrm>
                        </wpg:grpSpPr>
                        <pic:pic xmlns:pic="http://schemas.openxmlformats.org/drawingml/2006/picture">
                          <pic:nvPicPr>
                            <pic:cNvPr id="182" name="Picture 182"/>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78025" cy="1115695"/>
                            </a:xfrm>
                            <a:prstGeom prst="rect">
                              <a:avLst/>
                            </a:prstGeom>
                            <a:noFill/>
                          </pic:spPr>
                        </pic:pic>
                        <pic:pic xmlns:pic="http://schemas.openxmlformats.org/drawingml/2006/picture">
                          <pic:nvPicPr>
                            <pic:cNvPr id="192" name="Picture 192"/>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1244010"/>
                              <a:ext cx="1983740" cy="1115695"/>
                            </a:xfrm>
                            <a:prstGeom prst="rect">
                              <a:avLst/>
                            </a:prstGeom>
                            <a:noFill/>
                          </pic:spPr>
                        </pic:pic>
                        <pic:pic xmlns:pic="http://schemas.openxmlformats.org/drawingml/2006/picture">
                          <pic:nvPicPr>
                            <pic:cNvPr id="202" name="Picture 202"/>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2488019"/>
                              <a:ext cx="1978025" cy="1115695"/>
                            </a:xfrm>
                            <a:prstGeom prst="rect">
                              <a:avLst/>
                            </a:prstGeom>
                            <a:noFill/>
                          </pic:spPr>
                        </pic:pic>
                        <pic:pic xmlns:pic="http://schemas.openxmlformats.org/drawingml/2006/picture">
                          <pic:nvPicPr>
                            <pic:cNvPr id="212" name="Picture 21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3742661"/>
                              <a:ext cx="1978025" cy="1115695"/>
                            </a:xfrm>
                            <a:prstGeom prst="rect">
                              <a:avLst/>
                            </a:prstGeom>
                            <a:noFill/>
                          </pic:spPr>
                        </pic:pic>
                      </wpg:grpSp>
                      <wpg:grpSp>
                        <wpg:cNvPr id="275" name="Group 275"/>
                        <wpg:cNvGrpSpPr/>
                        <wpg:grpSpPr>
                          <a:xfrm>
                            <a:off x="3571336" y="0"/>
                            <a:ext cx="2164080" cy="6952450"/>
                            <a:chOff x="0" y="0"/>
                            <a:chExt cx="2164080" cy="6952450"/>
                          </a:xfrm>
                        </wpg:grpSpPr>
                        <pic:pic xmlns:pic="http://schemas.openxmlformats.org/drawingml/2006/picture">
                          <pic:nvPicPr>
                            <pic:cNvPr id="224" name="Picture 22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47501" y="0"/>
                              <a:ext cx="2115185" cy="1097915"/>
                            </a:xfrm>
                            <a:prstGeom prst="rect">
                              <a:avLst/>
                            </a:prstGeom>
                            <a:noFill/>
                          </pic:spPr>
                        </pic:pic>
                        <pic:pic xmlns:pic="http://schemas.openxmlformats.org/drawingml/2006/picture">
                          <pic:nvPicPr>
                            <pic:cNvPr id="234" name="Picture 234"/>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11875" y="1163782"/>
                              <a:ext cx="2147570" cy="1097915"/>
                            </a:xfrm>
                            <a:prstGeom prst="rect">
                              <a:avLst/>
                            </a:prstGeom>
                            <a:noFill/>
                          </pic:spPr>
                        </pic:pic>
                        <pic:pic xmlns:pic="http://schemas.openxmlformats.org/drawingml/2006/picture">
                          <pic:nvPicPr>
                            <pic:cNvPr id="244" name="Picture 244"/>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2339439"/>
                              <a:ext cx="2164080" cy="1097915"/>
                            </a:xfrm>
                            <a:prstGeom prst="rect">
                              <a:avLst/>
                            </a:prstGeom>
                            <a:noFill/>
                          </pic:spPr>
                        </pic:pic>
                        <pic:pic xmlns:pic="http://schemas.openxmlformats.org/drawingml/2006/picture">
                          <pic:nvPicPr>
                            <pic:cNvPr id="254" name="Picture 254"/>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a:off x="47501" y="3503221"/>
                              <a:ext cx="2110105" cy="1097915"/>
                            </a:xfrm>
                            <a:prstGeom prst="rect">
                              <a:avLst/>
                            </a:prstGeom>
                            <a:noFill/>
                          </pic:spPr>
                        </pic:pic>
                        <pic:pic xmlns:pic="http://schemas.openxmlformats.org/drawingml/2006/picture">
                          <pic:nvPicPr>
                            <pic:cNvPr id="264" name="Picture 264"/>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a:off x="11875" y="4690754"/>
                              <a:ext cx="2141855" cy="1097915"/>
                            </a:xfrm>
                            <a:prstGeom prst="rect">
                              <a:avLst/>
                            </a:prstGeom>
                            <a:noFill/>
                          </pic:spPr>
                        </pic:pic>
                        <pic:pic xmlns:pic="http://schemas.openxmlformats.org/drawingml/2006/picture">
                          <pic:nvPicPr>
                            <pic:cNvPr id="274" name="Picture 274"/>
                            <pic:cNvPicPr>
                              <a:picLocks noChangeAspect="1"/>
                            </pic:cNvPicPr>
                          </pic:nvPicPr>
                          <pic:blipFill>
                            <a:blip r:embed="rId30">
                              <a:extLst>
                                <a:ext uri="{28A0092B-C50C-407E-A947-70E740481C1C}">
                                  <a14:useLocalDpi xmlns:a14="http://schemas.microsoft.com/office/drawing/2010/main" val="0"/>
                                </a:ext>
                              </a:extLst>
                            </a:blip>
                            <a:srcRect/>
                            <a:stretch>
                              <a:fillRect/>
                            </a:stretch>
                          </pic:blipFill>
                          <pic:spPr bwMode="auto">
                            <a:xfrm>
                              <a:off x="0" y="5854535"/>
                              <a:ext cx="2158365" cy="1097915"/>
                            </a:xfrm>
                            <a:prstGeom prst="rect">
                              <a:avLst/>
                            </a:prstGeom>
                            <a:noFill/>
                          </pic:spPr>
                        </pic:pic>
                      </wpg:grpSp>
                    </wpg:wgp>
                  </a:graphicData>
                </a:graphic>
              </wp:anchor>
            </w:drawing>
          </mc:Choice>
          <mc:Fallback>
            <w:pict>
              <v:group w14:anchorId="1FD39BB4" id="Group 299" o:spid="_x0000_s1026" style="position:absolute;margin-left:0;margin-top:17.9pt;width:451.6pt;height:547.45pt;z-index:251732992" coordsize="57354,69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">
                <v:group id="Group 213" o:spid="_x0000_s1027" style="position:absolute;top:10524;width:19837;height:48583" coordsize="19837,4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Picture 182" o:spid="_x0000_s1028" type="#_x0000_t75" style="position:absolute;width:19780;height:11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">
                    <v:imagedata r:id="rId31" o:title=""/>
                  </v:shape>
                  <v:shape id="Picture 192" o:spid="_x0000_s1029" type="#_x0000_t75" style="position:absolute;top:12440;width:19837;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">
                    <v:imagedata r:id="rId32" o:title=""/>
                  </v:shape>
                  <v:shape id="Picture 202" o:spid="_x0000_s1030" type="#_x0000_t75" style="position:absolute;top:24880;width:19780;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">
                    <v:imagedata r:id="rId33" o:title=""/>
                  </v:shape>
                  <v:shape id="Picture 212" o:spid="_x0000_s1031" type="#_x0000_t75" style="position:absolute;top:37426;width:19780;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">
                    <v:imagedata r:id="rId34" o:title=""/>
                  </v:shape>
                </v:group>
                <v:group id="Group 275" o:spid="_x0000_s1032" style="position:absolute;left:35713;width:21641;height:69524" coordsize="21640,69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Picture 224" o:spid="_x0000_s1033" type="#_x0000_t75" style="position:absolute;left:475;width:21151;height:109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">
                    <v:imagedata r:id="rId35" o:title=""/>
                  </v:shape>
                  <v:shape id="Picture 234" o:spid="_x0000_s1034" type="#_x0000_t75" style="position:absolute;left:118;top:11637;width:21476;height:109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">
                    <v:imagedata r:id="rId36" o:title=""/>
                  </v:shape>
                  <v:shape id="Picture 244" o:spid="_x0000_s1035" type="#_x0000_t75" style="position:absolute;top:23394;width:21640;height:109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">
                    <v:imagedata r:id="rId37" o:title=""/>
                  </v:shape>
                  <v:shape id="Picture 254" o:spid="_x0000_s1036" type="#_x0000_t75" style="position:absolute;left:475;top:35032;width:21101;height:109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">
                    <v:imagedata r:id="rId38" o:title=""/>
                  </v:shape>
                  <v:shape id="Picture 264" o:spid="_x0000_s1037" type="#_x0000_t75" style="position:absolute;left:118;top:46907;width:21419;height:109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">
                    <v:imagedata r:id="rId39" o:title=""/>
                  </v:shape>
                  <v:shape id="Picture 274" o:spid="_x0000_s1038" type="#_x0000_t75" style="position:absolute;top:58545;width:21583;height:109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">
                    <v:imagedata r:id="rId40" o:title=""/>
                  </v:shape>
                </v:group>
              </v:group>
            </w:pict>
          </mc:Fallback>
        </mc:AlternateContent>
      </w:r>
    </w:p>
    <w:p w14:paraId="203CBB7F" w14:textId="43EA93A0" w:rsidR="00B6256B" w:rsidRDefault="00B6256B">
      <w:pPr>
        <w:spacing w:after="200" w:line="276" w:lineRule="auto"/>
        <w:rPr>
          <w:szCs w:val="18"/>
        </w:rPr>
      </w:pPr>
    </w:p>
    <w:p w14:paraId="171CB852" w14:textId="6347DBA7" w:rsidR="00B6256B" w:rsidRDefault="00B6256B" w:rsidP="00B96362">
      <w:pPr>
        <w:spacing w:after="200" w:line="276" w:lineRule="auto"/>
        <w:rPr>
          <w:szCs w:val="18"/>
        </w:rPr>
      </w:pPr>
    </w:p>
    <w:p w14:paraId="5693AA6C" w14:textId="604E12B7" w:rsidR="00B6256B" w:rsidRPr="00201AC2" w:rsidRDefault="00B6256B" w:rsidP="00B96362">
      <w:pPr>
        <w:spacing w:after="200" w:line="276" w:lineRule="auto"/>
        <w:rPr>
          <w:szCs w:val="18"/>
        </w:rPr>
        <w:sectPr w:rsidR="00B6256B" w:rsidRPr="00201AC2" w:rsidSect="00642ECD">
          <w:headerReference w:type="default" r:id="rId41"/>
          <w:footerReference w:type="default" r:id="rId42"/>
          <w:pgSz w:w="11906" w:h="16838" w:code="9"/>
          <w:pgMar w:top="1440" w:right="1440" w:bottom="1440" w:left="1440" w:header="709" w:footer="567" w:gutter="0"/>
          <w:cols w:space="708"/>
          <w:docGrid w:linePitch="360"/>
        </w:sectPr>
      </w:pPr>
    </w:p>
    <w:p w14:paraId="456128A8" w14:textId="2455C13F" w:rsidR="006F53C8" w:rsidRPr="006F3279" w:rsidRDefault="006F53C8" w:rsidP="006F53C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w:t>
      </w:r>
      <w:r w:rsidR="00284323">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DCF062A" w14:textId="77777777" w:rsidTr="002C79AE">
        <w:tc>
          <w:tcPr>
            <w:tcW w:w="12021" w:type="dxa"/>
            <w:shd w:val="clear" w:color="auto" w:fill="B2A1C7" w:themeFill="accent4" w:themeFillTint="99"/>
          </w:tcPr>
          <w:p w14:paraId="17A55C34"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227F6C1E" w14:textId="77777777" w:rsidTr="002C79AE">
        <w:tc>
          <w:tcPr>
            <w:tcW w:w="12021" w:type="dxa"/>
            <w:shd w:val="clear" w:color="auto" w:fill="CCC0D9" w:themeFill="accent4" w:themeFillTint="66"/>
          </w:tcPr>
          <w:p w14:paraId="4A2C59D7" w14:textId="2CF8FFE7" w:rsidR="006F3279" w:rsidRPr="00CA4B46" w:rsidRDefault="006F53C8" w:rsidP="006F3279">
            <w:pPr>
              <w:spacing w:after="60"/>
              <w:ind w:left="1304"/>
              <w:rPr>
                <w:b/>
                <w:sz w:val="40"/>
                <w:szCs w:val="40"/>
              </w:rPr>
            </w:pPr>
            <w:r w:rsidRPr="006F53C8">
              <w:rPr>
                <w:b/>
                <w:sz w:val="40"/>
                <w:szCs w:val="40"/>
              </w:rPr>
              <w:t>From velocity to displacement</w:t>
            </w:r>
          </w:p>
        </w:tc>
      </w:tr>
    </w:tbl>
    <w:p w14:paraId="0D637AAA" w14:textId="77777777" w:rsidR="006F3279" w:rsidRDefault="006F3279" w:rsidP="00E172C6">
      <w:pPr>
        <w:spacing w:after="180"/>
        <w:rPr>
          <w:b/>
        </w:rPr>
      </w:pPr>
    </w:p>
    <w:p w14:paraId="3C659557"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40774" w14:paraId="4AF40396" w14:textId="77777777" w:rsidTr="00740774">
        <w:trPr>
          <w:trHeight w:val="340"/>
        </w:trPr>
        <w:tc>
          <w:tcPr>
            <w:tcW w:w="2196" w:type="dxa"/>
          </w:tcPr>
          <w:p w14:paraId="201EEC52" w14:textId="77777777" w:rsidR="00740774" w:rsidRDefault="00740774" w:rsidP="00740774">
            <w:pPr>
              <w:spacing w:before="60" w:after="60"/>
            </w:pPr>
            <w:r>
              <w:t>Learning focus:</w:t>
            </w:r>
          </w:p>
        </w:tc>
        <w:tc>
          <w:tcPr>
            <w:tcW w:w="6820" w:type="dxa"/>
          </w:tcPr>
          <w:p w14:paraId="06B16C76" w14:textId="6BEA8DD7" w:rsidR="00740774" w:rsidRPr="00B75483" w:rsidRDefault="00284323" w:rsidP="00740774">
            <w:pPr>
              <w:spacing w:before="60" w:after="60"/>
              <w:rPr>
                <w:highlight w:val="yellow"/>
              </w:rPr>
            </w:pPr>
            <w:r w:rsidRPr="00284323">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740774" w14:paraId="4832A2AB" w14:textId="77777777" w:rsidTr="00740774">
        <w:trPr>
          <w:trHeight w:val="340"/>
        </w:trPr>
        <w:tc>
          <w:tcPr>
            <w:tcW w:w="2196" w:type="dxa"/>
          </w:tcPr>
          <w:p w14:paraId="0E3A808A" w14:textId="77777777" w:rsidR="00740774" w:rsidRDefault="00740774" w:rsidP="00740774">
            <w:pPr>
              <w:spacing w:before="60" w:after="60"/>
            </w:pPr>
            <w:r>
              <w:t>Observable learning outcome:</w:t>
            </w:r>
          </w:p>
        </w:tc>
        <w:tc>
          <w:tcPr>
            <w:tcW w:w="6820" w:type="dxa"/>
          </w:tcPr>
          <w:p w14:paraId="4AD5FAD6" w14:textId="20505E5A" w:rsidR="00740774" w:rsidRPr="00B75483" w:rsidRDefault="00740774" w:rsidP="00740774">
            <w:pPr>
              <w:spacing w:before="60" w:after="60"/>
              <w:rPr>
                <w:highlight w:val="yellow"/>
              </w:rPr>
            </w:pPr>
            <w:r w:rsidRPr="00070BD0">
              <w:t>Identify the velocity-time graph corresponding to a given displacement-time graph, and vice versa</w:t>
            </w:r>
            <w:r w:rsidR="00284323">
              <w:t>.</w:t>
            </w:r>
          </w:p>
        </w:tc>
      </w:tr>
      <w:tr w:rsidR="00740774" w14:paraId="0215B539" w14:textId="77777777" w:rsidTr="00740774">
        <w:trPr>
          <w:trHeight w:val="340"/>
        </w:trPr>
        <w:tc>
          <w:tcPr>
            <w:tcW w:w="2196" w:type="dxa"/>
          </w:tcPr>
          <w:p w14:paraId="599765A4" w14:textId="77777777" w:rsidR="00740774" w:rsidRDefault="00740774" w:rsidP="00740774">
            <w:pPr>
              <w:spacing w:before="60" w:after="60"/>
            </w:pPr>
            <w:r>
              <w:t>Question type:</w:t>
            </w:r>
          </w:p>
        </w:tc>
        <w:tc>
          <w:tcPr>
            <w:tcW w:w="6820" w:type="dxa"/>
          </w:tcPr>
          <w:p w14:paraId="68F21764" w14:textId="674F6A22" w:rsidR="00740774" w:rsidRPr="001915D4" w:rsidRDefault="00740774" w:rsidP="00740774">
            <w:pPr>
              <w:spacing w:before="60" w:after="60"/>
              <w:rPr>
                <w:highlight w:val="yellow"/>
              </w:rPr>
            </w:pPr>
            <w:r>
              <w:t>Linking ideas</w:t>
            </w:r>
          </w:p>
        </w:tc>
      </w:tr>
      <w:tr w:rsidR="00740774" w14:paraId="35971CAC" w14:textId="77777777" w:rsidTr="00740774">
        <w:trPr>
          <w:trHeight w:val="340"/>
        </w:trPr>
        <w:tc>
          <w:tcPr>
            <w:tcW w:w="2196" w:type="dxa"/>
          </w:tcPr>
          <w:p w14:paraId="15D5FF43" w14:textId="77777777" w:rsidR="00740774" w:rsidRDefault="00740774" w:rsidP="00740774">
            <w:pPr>
              <w:spacing w:before="60" w:after="60"/>
            </w:pPr>
            <w:r>
              <w:t>Key words:</w:t>
            </w:r>
          </w:p>
        </w:tc>
        <w:tc>
          <w:tcPr>
            <w:tcW w:w="6820" w:type="dxa"/>
          </w:tcPr>
          <w:p w14:paraId="63250C36" w14:textId="6CA7972E" w:rsidR="00740774" w:rsidRPr="001C4805" w:rsidRDefault="00740774" w:rsidP="00740774">
            <w:pPr>
              <w:spacing w:before="60" w:after="60"/>
              <w:rPr>
                <w:highlight w:val="yellow"/>
              </w:rPr>
            </w:pPr>
            <w:r>
              <w:t>Displacement, velocity, time, graph</w:t>
            </w:r>
          </w:p>
        </w:tc>
      </w:tr>
    </w:tbl>
    <w:p w14:paraId="0133B806" w14:textId="77777777" w:rsidR="00D04A0D" w:rsidRDefault="00D04A0D" w:rsidP="000505CA">
      <w:pPr>
        <w:spacing w:after="180"/>
        <w:rPr>
          <w:highlight w:val="yellow"/>
        </w:rPr>
      </w:pPr>
    </w:p>
    <w:p w14:paraId="36D1464D"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771C4C38" w14:textId="77777777" w:rsidR="00D861A3" w:rsidRDefault="00D861A3" w:rsidP="00D861A3">
      <w:pPr>
        <w:spacing w:after="180"/>
        <w:rPr>
          <w:bCs/>
        </w:rPr>
      </w:pPr>
      <w:r w:rsidRPr="00130DFA">
        <w:rPr>
          <w:bCs/>
        </w:rPr>
        <w:t>It is common for teachers to assume students can readily extract information from graphs when this is not necessarily the case (</w:t>
      </w:r>
      <w:proofErr w:type="spellStart"/>
      <w:r w:rsidRPr="00130DFA">
        <w:rPr>
          <w:bCs/>
        </w:rPr>
        <w:t>Beichner</w:t>
      </w:r>
      <w:proofErr w:type="spellEnd"/>
      <w:r w:rsidRPr="00130DFA">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130DFA">
        <w:rPr>
          <w:bCs/>
        </w:rPr>
        <w:t>Bollen</w:t>
      </w:r>
      <w:proofErr w:type="spellEnd"/>
      <w:r w:rsidRPr="00130DFA">
        <w:rPr>
          <w:bCs/>
        </w:rPr>
        <w:t xml:space="preserve"> et al., 2016).</w:t>
      </w:r>
    </w:p>
    <w:p w14:paraId="13A4EF64" w14:textId="77777777" w:rsidR="00D861A3" w:rsidRDefault="00D861A3" w:rsidP="00D861A3">
      <w:pPr>
        <w:spacing w:after="180"/>
      </w:pPr>
      <w:r w:rsidRPr="00130DFA">
        <w:t xml:space="preserve">When asked to think about graphical representations of velocity, students often think only about speed (Goldberg and Anderson, 1989). They may be aware that velocity is a vector quantity, with both a magnitude and a direction, but see these as completely separate properties that are not combined in a graphical representation. For these reasons, they may struggle to read velocity-time graphs, especially those that include both positive and negative values of velocity. Some students may believe that a negative quantity on a velocity-time graph implies a speed that is less than zero, which makes no sense, rather than interpreting the negative sign as meaning “in the opposite direction”. </w:t>
      </w:r>
    </w:p>
    <w:p w14:paraId="39808A4C" w14:textId="77777777" w:rsidR="00D861A3" w:rsidRDefault="00D861A3" w:rsidP="00D861A3">
      <w:pPr>
        <w:spacing w:after="180"/>
      </w:pPr>
      <w:r>
        <w:t xml:space="preserve">A common error that some students make is to see a graph as a literal picture of a physical situation and, rather than viewing a graph as a mathematical representation of a motion, they may see it as a sort of ‘photograph’ that duplicates the motion (Clement, 1985; </w:t>
      </w:r>
      <w:proofErr w:type="spellStart"/>
      <w:r>
        <w:t>Leinhardt</w:t>
      </w:r>
      <w:proofErr w:type="spellEnd"/>
      <w:r>
        <w:t xml:space="preserve">, </w:t>
      </w:r>
      <w:proofErr w:type="spellStart"/>
      <w:r>
        <w:t>Zaslavsky</w:t>
      </w:r>
      <w:proofErr w:type="spellEnd"/>
      <w:r>
        <w:t xml:space="preserve"> and Stein, 1990; </w:t>
      </w:r>
      <w:proofErr w:type="spellStart"/>
      <w:r>
        <w:t>Beichner</w:t>
      </w:r>
      <w:proofErr w:type="spellEnd"/>
      <w:r>
        <w:t xml:space="preserve">, 1994; </w:t>
      </w:r>
      <w:proofErr w:type="spellStart"/>
      <w:r>
        <w:t>Bollen</w:t>
      </w:r>
      <w:proofErr w:type="spellEnd"/>
      <w:r>
        <w:t xml:space="preserve"> et al., 2016). This can make it hard for them to describe qualitatively a motion represented by a graph, or to draw the shape of a graph from a description of a motion.</w:t>
      </w:r>
    </w:p>
    <w:p w14:paraId="13465D94" w14:textId="77777777" w:rsidR="00D861A3" w:rsidRDefault="00D861A3" w:rsidP="00D861A3">
      <w:pPr>
        <w:spacing w:after="180"/>
      </w:pPr>
      <w:r>
        <w:t>Students who struggle with this ‘iconic interpretation’ may believe that plotting different kinematic variables (displacement, velocity, acceleration) against time does not change the appearance of a graph. They can find it difficult to match distance-time graphs to corresponding speed-time graphs, or displacement-time graphs to corresponding velocity-time graphs, and vice versa (</w:t>
      </w:r>
      <w:proofErr w:type="spellStart"/>
      <w:r>
        <w:t>Beichner</w:t>
      </w:r>
      <w:proofErr w:type="spellEnd"/>
      <w:r>
        <w:t>, 1994).</w:t>
      </w:r>
    </w:p>
    <w:p w14:paraId="57F13C23"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14:paraId="11C2C355" w14:textId="77777777" w:rsidR="00740774" w:rsidRPr="00AE7928" w:rsidRDefault="00740774" w:rsidP="00740774">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77CC6120" w14:textId="77777777" w:rsidR="00740774" w:rsidRDefault="00740774" w:rsidP="00740774">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76B7133D" w14:textId="77777777" w:rsidR="00740774" w:rsidRPr="00816065" w:rsidRDefault="00740774" w:rsidP="00740774">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86A0CDC" w14:textId="77777777" w:rsidR="00740774" w:rsidRDefault="00740774" w:rsidP="00740774">
      <w:pPr>
        <w:spacing w:after="180"/>
        <w:rPr>
          <w:rFonts w:cstheme="minorHAnsi"/>
          <w:i/>
        </w:rPr>
      </w:pPr>
      <w:r w:rsidRPr="00AE7928">
        <w:rPr>
          <w:rFonts w:cstheme="minorHAnsi"/>
          <w:i/>
        </w:rPr>
        <w:t>Differentiation</w:t>
      </w:r>
    </w:p>
    <w:p w14:paraId="477C3DF2" w14:textId="1659BC74" w:rsidR="00740774" w:rsidRDefault="00740774" w:rsidP="00740774">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EB352B">
        <w:rPr>
          <w:rFonts w:cstheme="minorHAnsi"/>
        </w:rPr>
        <w:t>,</w:t>
      </w:r>
      <w:r w:rsidRPr="00AE7928">
        <w:rPr>
          <w:rFonts w:cstheme="minorHAnsi"/>
        </w:rPr>
        <w:t xml:space="preserve"> it may be more appropriate for a teaching assistant to read for one or two students.</w:t>
      </w:r>
    </w:p>
    <w:p w14:paraId="0B21E1F1" w14:textId="484BE5DD" w:rsidR="00A64939" w:rsidRPr="00A64939" w:rsidRDefault="00A64939" w:rsidP="00740774">
      <w:pPr>
        <w:spacing w:after="180"/>
      </w:pPr>
      <w:r>
        <w:t>If teachers find that their students have an excellent grasp of the ideas explored here, taking the final two velocity-time graphs, and re-drawing them so that they cross the time axis, and therefore have both positive and negative values of velocity, will present students with additional challenge.</w:t>
      </w:r>
    </w:p>
    <w:p w14:paraId="57361033" w14:textId="682C6970"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14:paraId="3F2A1C32" w14:textId="283F7574" w:rsidR="00A64939" w:rsidRDefault="00DF7078" w:rsidP="00026DEC">
      <w:pPr>
        <w:spacing w:after="180"/>
        <w:rPr>
          <w:b/>
          <w:color w:val="5F497A" w:themeColor="accent4" w:themeShade="BF"/>
          <w:sz w:val="24"/>
        </w:rPr>
      </w:pPr>
      <w:r>
        <w:rPr>
          <w:b/>
          <w:noProof/>
          <w:color w:val="5F497A" w:themeColor="accent4" w:themeShade="BF"/>
          <w:sz w:val="24"/>
        </w:rPr>
        <w:drawing>
          <wp:anchor distT="0" distB="0" distL="114300" distR="114300" simplePos="0" relativeHeight="251734016" behindDoc="0" locked="0" layoutInCell="1" allowOverlap="1" wp14:anchorId="5E9AEAC5" wp14:editId="584E8557">
            <wp:simplePos x="0" y="0"/>
            <wp:positionH relativeFrom="margin">
              <wp:posOffset>3193415</wp:posOffset>
            </wp:positionH>
            <wp:positionV relativeFrom="paragraph">
              <wp:posOffset>18415</wp:posOffset>
            </wp:positionV>
            <wp:extent cx="2538095" cy="3074670"/>
            <wp:effectExtent l="0" t="0" r="0" b="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38095" cy="3074670"/>
                    </a:xfrm>
                    <a:prstGeom prst="rect">
                      <a:avLst/>
                    </a:prstGeom>
                    <a:noFill/>
                  </pic:spPr>
                </pic:pic>
              </a:graphicData>
            </a:graphic>
          </wp:anchor>
        </w:drawing>
      </w:r>
      <w:r>
        <w:rPr>
          <w:b/>
          <w:color w:val="5F497A" w:themeColor="accent4" w:themeShade="BF"/>
          <w:sz w:val="24"/>
        </w:rPr>
        <w:tab/>
      </w:r>
    </w:p>
    <w:p w14:paraId="45F9651F" w14:textId="6336BA1C" w:rsidR="00DF7078" w:rsidRDefault="00DF7078" w:rsidP="00026DEC">
      <w:pPr>
        <w:spacing w:after="180"/>
        <w:rPr>
          <w:b/>
          <w:color w:val="5F497A" w:themeColor="accent4" w:themeShade="BF"/>
          <w:sz w:val="24"/>
        </w:rPr>
      </w:pPr>
      <w:r>
        <w:rPr>
          <w:b/>
          <w:noProof/>
          <w:color w:val="5F497A" w:themeColor="accent4" w:themeShade="BF"/>
          <w:sz w:val="24"/>
        </w:rPr>
        <w:drawing>
          <wp:anchor distT="0" distB="0" distL="114300" distR="114300" simplePos="0" relativeHeight="251735040" behindDoc="0" locked="0" layoutInCell="1" allowOverlap="1" wp14:anchorId="6925002C" wp14:editId="335B801C">
            <wp:simplePos x="0" y="0"/>
            <wp:positionH relativeFrom="margin">
              <wp:posOffset>0</wp:posOffset>
            </wp:positionH>
            <wp:positionV relativeFrom="paragraph">
              <wp:posOffset>-635</wp:posOffset>
            </wp:positionV>
            <wp:extent cx="2684600" cy="2510287"/>
            <wp:effectExtent l="0" t="0" r="1905" b="444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684600" cy="2510287"/>
                    </a:xfrm>
                    <a:prstGeom prst="rect">
                      <a:avLst/>
                    </a:prstGeom>
                    <a:noFill/>
                  </pic:spPr>
                </pic:pic>
              </a:graphicData>
            </a:graphic>
          </wp:anchor>
        </w:drawing>
      </w:r>
    </w:p>
    <w:p w14:paraId="749BA7A2" w14:textId="40D9D333" w:rsidR="00DF7078" w:rsidRDefault="00DF7078" w:rsidP="00026DEC">
      <w:pPr>
        <w:spacing w:after="180"/>
        <w:rPr>
          <w:b/>
          <w:color w:val="5F497A" w:themeColor="accent4" w:themeShade="BF"/>
          <w:sz w:val="24"/>
        </w:rPr>
      </w:pPr>
    </w:p>
    <w:p w14:paraId="0E4C3B60" w14:textId="1D8E8C52" w:rsidR="00DF7078" w:rsidRDefault="00DF7078" w:rsidP="00026DEC">
      <w:pPr>
        <w:spacing w:after="180"/>
        <w:rPr>
          <w:b/>
          <w:color w:val="5F497A" w:themeColor="accent4" w:themeShade="BF"/>
          <w:sz w:val="24"/>
        </w:rPr>
      </w:pPr>
    </w:p>
    <w:p w14:paraId="00A9F358" w14:textId="6314CE30" w:rsidR="00DF7078" w:rsidRDefault="00DF7078" w:rsidP="00026DEC">
      <w:pPr>
        <w:spacing w:after="180"/>
        <w:rPr>
          <w:b/>
          <w:color w:val="5F497A" w:themeColor="accent4" w:themeShade="BF"/>
          <w:sz w:val="24"/>
        </w:rPr>
      </w:pPr>
    </w:p>
    <w:p w14:paraId="7ACC6342" w14:textId="77777777" w:rsidR="00DF7078" w:rsidRDefault="00DF7078">
      <w:pPr>
        <w:spacing w:after="200" w:line="276" w:lineRule="auto"/>
        <w:rPr>
          <w:b/>
          <w:color w:val="5F497A" w:themeColor="accent4" w:themeShade="BF"/>
          <w:sz w:val="24"/>
        </w:rPr>
      </w:pPr>
    </w:p>
    <w:p w14:paraId="0221243E" w14:textId="77777777" w:rsidR="00DF7078" w:rsidRDefault="00DF7078">
      <w:pPr>
        <w:spacing w:after="200" w:line="276" w:lineRule="auto"/>
        <w:rPr>
          <w:b/>
          <w:color w:val="5F497A" w:themeColor="accent4" w:themeShade="BF"/>
          <w:sz w:val="24"/>
        </w:rPr>
      </w:pPr>
    </w:p>
    <w:p w14:paraId="33D34D22" w14:textId="77777777" w:rsidR="00DF7078" w:rsidRDefault="00DF7078">
      <w:pPr>
        <w:spacing w:after="200" w:line="276" w:lineRule="auto"/>
        <w:rPr>
          <w:b/>
          <w:color w:val="5F497A" w:themeColor="accent4" w:themeShade="BF"/>
          <w:sz w:val="24"/>
        </w:rPr>
      </w:pPr>
    </w:p>
    <w:p w14:paraId="3EC9C286" w14:textId="77777777" w:rsidR="00DF7078" w:rsidRDefault="00DF7078">
      <w:pPr>
        <w:spacing w:after="200" w:line="276" w:lineRule="auto"/>
        <w:rPr>
          <w:b/>
          <w:color w:val="5F497A" w:themeColor="accent4" w:themeShade="BF"/>
          <w:sz w:val="24"/>
        </w:rPr>
      </w:pPr>
    </w:p>
    <w:p w14:paraId="60A74337" w14:textId="77777777" w:rsidR="00DF7078" w:rsidRDefault="00DF7078" w:rsidP="00BF6C8A">
      <w:pPr>
        <w:spacing w:after="180"/>
        <w:rPr>
          <w:b/>
          <w:color w:val="5F497A" w:themeColor="accent4" w:themeShade="BF"/>
          <w:sz w:val="24"/>
        </w:rPr>
      </w:pPr>
    </w:p>
    <w:p w14:paraId="72C4CBFF" w14:textId="77777777" w:rsidR="00DF7078" w:rsidRDefault="00DF7078" w:rsidP="00BF6C8A">
      <w:pPr>
        <w:spacing w:after="180"/>
        <w:rPr>
          <w:b/>
          <w:color w:val="5F497A" w:themeColor="accent4" w:themeShade="BF"/>
          <w:sz w:val="24"/>
        </w:rPr>
      </w:pPr>
    </w:p>
    <w:p w14:paraId="50D0AED1" w14:textId="0BCA8108"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436F669D" w14:textId="7960FF45" w:rsidR="000F5BF6" w:rsidRDefault="000F5BF6" w:rsidP="000F5BF6">
      <w:pPr>
        <w:spacing w:after="180"/>
      </w:pPr>
      <w:r>
        <w:t>These questions test whether or not students have a good qualitative understanding of velocity-time graphs that allows them to translate from velocity-time to displacement-time graphs.</w:t>
      </w:r>
    </w:p>
    <w:p w14:paraId="2A20F735" w14:textId="49A6137C" w:rsidR="00D861A3" w:rsidRDefault="000F5BF6" w:rsidP="000F5BF6">
      <w:pPr>
        <w:spacing w:after="180"/>
      </w:pPr>
      <w:r>
        <w:t xml:space="preserve">In </w:t>
      </w:r>
      <w:r w:rsidR="00EB352B">
        <w:t>the first set</w:t>
      </w:r>
      <w:r w:rsidR="00D861A3">
        <w:t xml:space="preserve"> of questions</w:t>
      </w:r>
      <w:r>
        <w:t xml:space="preserve">, the velocity-time graphs are all horizontal lines, corresponding to linear displacement-time graphs. </w:t>
      </w:r>
      <w:r w:rsidR="00486813">
        <w:t>The velocities are positive, negative and zero.</w:t>
      </w:r>
      <w:r>
        <w:t xml:space="preserve"> In </w:t>
      </w:r>
      <w:r w:rsidR="00EB352B">
        <w:t>the second set of questions</w:t>
      </w:r>
      <w:r>
        <w:t>, the velocity-time graphs are linear, but the displacement-time graphs are curves</w:t>
      </w:r>
      <w:r w:rsidR="00D861A3">
        <w:t xml:space="preserve"> and </w:t>
      </w:r>
      <w:r w:rsidR="00AF2071">
        <w:t>velocities are both positive and negative.</w:t>
      </w:r>
    </w:p>
    <w:p w14:paraId="06E8F35F" w14:textId="5ECE14BA" w:rsidR="00486813" w:rsidRPr="00486813" w:rsidRDefault="00EB352B" w:rsidP="000F5BF6">
      <w:pPr>
        <w:spacing w:after="180"/>
        <w:rPr>
          <w:i/>
          <w:iCs/>
        </w:rPr>
      </w:pPr>
      <w:r>
        <w:rPr>
          <w:i/>
          <w:iCs/>
        </w:rPr>
        <w:lastRenderedPageBreak/>
        <w:t>First set of questions</w:t>
      </w:r>
    </w:p>
    <w:p w14:paraId="674F0707" w14:textId="69A70BDD" w:rsidR="00486813" w:rsidRDefault="00486813" w:rsidP="00486813">
      <w:pPr>
        <w:pStyle w:val="ListParagraph"/>
        <w:numPr>
          <w:ilvl w:val="0"/>
          <w:numId w:val="4"/>
        </w:numPr>
        <w:spacing w:after="180"/>
      </w:pPr>
      <w:r>
        <w:t>S</w:t>
      </w:r>
      <w:r w:rsidR="00AF2071">
        <w:t xml:space="preserve">tudents who </w:t>
      </w:r>
      <w:r>
        <w:t xml:space="preserve">match velocity-time graphs to the displacement-time graphs that look the same may be seeing the graphs as literal pictures of the motion. </w:t>
      </w:r>
    </w:p>
    <w:p w14:paraId="58DB900E" w14:textId="552A690D" w:rsidR="00486813" w:rsidRDefault="00486813" w:rsidP="00486813">
      <w:pPr>
        <w:pStyle w:val="ListParagraph"/>
        <w:numPr>
          <w:ilvl w:val="0"/>
          <w:numId w:val="4"/>
        </w:numPr>
        <w:spacing w:after="180"/>
      </w:pPr>
      <w:r>
        <w:t xml:space="preserve">If the velocity is constant and positive, then the displacement-time graph has a constant positive gradient as the displacement increases at a constant rate. </w:t>
      </w:r>
    </w:p>
    <w:p w14:paraId="0BDC3866" w14:textId="5388F739" w:rsidR="00486813" w:rsidRDefault="00486813" w:rsidP="00486813">
      <w:pPr>
        <w:pStyle w:val="ListParagraph"/>
        <w:numPr>
          <w:ilvl w:val="0"/>
          <w:numId w:val="4"/>
        </w:numPr>
        <w:spacing w:after="180"/>
      </w:pPr>
      <w:r>
        <w:t xml:space="preserve">Students may struggle to appreciate that the significance of a constant negative velocity is that the displacement must be decreasing. </w:t>
      </w:r>
    </w:p>
    <w:p w14:paraId="5CC19F0C" w14:textId="5BAF6514" w:rsidR="00486813" w:rsidRDefault="00486813" w:rsidP="00486813">
      <w:pPr>
        <w:pStyle w:val="ListParagraph"/>
        <w:numPr>
          <w:ilvl w:val="0"/>
          <w:numId w:val="4"/>
        </w:numPr>
        <w:spacing w:after="180"/>
      </w:pPr>
      <w:r>
        <w:t>When the velocity is zero, then the displacement does not change, and there are two displacement-time graphs that satisfy this requirement.</w:t>
      </w:r>
      <w:r w:rsidR="00A60638">
        <w:t xml:space="preserve"> Explore with students both these possibilities.</w:t>
      </w:r>
    </w:p>
    <w:p w14:paraId="582D054F" w14:textId="152DE9A2" w:rsidR="00AF2071" w:rsidRDefault="00486813" w:rsidP="000F5BF6">
      <w:pPr>
        <w:spacing w:after="180"/>
      </w:pPr>
      <w:r>
        <w:t>In discussing this question with students, it is worth exploring with students the significance of whether or not the displacement graph crosses the time axis.</w:t>
      </w:r>
      <w:r w:rsidR="0099281D">
        <w:t xml:space="preserve"> </w:t>
      </w:r>
      <w:r>
        <w:t>The answer is that it does not</w:t>
      </w:r>
      <w:r w:rsidR="00717954">
        <w:t xml:space="preserve"> matter in matching the graphs.</w:t>
      </w:r>
    </w:p>
    <w:p w14:paraId="3B849857" w14:textId="1929EF85" w:rsidR="00486813" w:rsidRDefault="00EB352B" w:rsidP="000F5BF6">
      <w:pPr>
        <w:spacing w:after="180"/>
        <w:rPr>
          <w:i/>
          <w:iCs/>
        </w:rPr>
      </w:pPr>
      <w:r>
        <w:rPr>
          <w:i/>
          <w:iCs/>
        </w:rPr>
        <w:t>Second set of questions</w:t>
      </w:r>
    </w:p>
    <w:p w14:paraId="2AACB5AB" w14:textId="0BFCD41A" w:rsidR="00486813" w:rsidRDefault="00486813" w:rsidP="00486813">
      <w:pPr>
        <w:pStyle w:val="ListParagraph"/>
        <w:numPr>
          <w:ilvl w:val="0"/>
          <w:numId w:val="5"/>
        </w:numPr>
        <w:spacing w:after="180"/>
      </w:pPr>
      <w:r>
        <w:t xml:space="preserve">Students who match velocity-time graphs to the displacement-time graphs that look the same may be seeing the graphs as literal pictures of the motion. </w:t>
      </w:r>
    </w:p>
    <w:p w14:paraId="5ABA97C0" w14:textId="4F34A3C3" w:rsidR="00486813" w:rsidRDefault="00486813" w:rsidP="00486813">
      <w:pPr>
        <w:pStyle w:val="ListParagraph"/>
        <w:numPr>
          <w:ilvl w:val="0"/>
          <w:numId w:val="5"/>
        </w:numPr>
        <w:spacing w:after="180"/>
      </w:pPr>
      <w:r>
        <w:t>Students need to think about the velocity-time graphs as representing the gradient of the displacement-time graphs.</w:t>
      </w:r>
      <w:r w:rsidR="0099281D">
        <w:t xml:space="preserve"> </w:t>
      </w:r>
      <w:r>
        <w:t>As the velocity rises, the displacement-time graph gets progressively steeper.</w:t>
      </w:r>
    </w:p>
    <w:p w14:paraId="60389E3D" w14:textId="5FEEFF17" w:rsidR="00486813" w:rsidRDefault="00486813" w:rsidP="00486813">
      <w:pPr>
        <w:pStyle w:val="ListParagraph"/>
        <w:numPr>
          <w:ilvl w:val="0"/>
          <w:numId w:val="5"/>
        </w:numPr>
        <w:spacing w:after="180"/>
      </w:pPr>
      <w:r>
        <w:t>The second velocity-time graph falls at a steady rate, and students may want to match this with a displacement-time graph which is also falling</w:t>
      </w:r>
      <w:r w:rsidR="00ED3EDF">
        <w:t>, even if they are aware of velocity as the gradient of the displacement-time graph</w:t>
      </w:r>
      <w:r>
        <w:t>.</w:t>
      </w:r>
      <w:r w:rsidR="0099281D">
        <w:t xml:space="preserve"> </w:t>
      </w:r>
      <w:r>
        <w:t>However, even though the velocity falls, it is always positive, so that the displacement must always be increasing.</w:t>
      </w:r>
    </w:p>
    <w:p w14:paraId="7D1F28BA" w14:textId="175C1670" w:rsidR="00ED3EDF" w:rsidRDefault="00ED3EDF" w:rsidP="00486813">
      <w:pPr>
        <w:pStyle w:val="ListParagraph"/>
        <w:numPr>
          <w:ilvl w:val="0"/>
          <w:numId w:val="5"/>
        </w:numPr>
        <w:spacing w:after="180"/>
      </w:pPr>
      <w:r>
        <w:t>In the third velocity-time graph, the first half of the graph is the same as the second graph.</w:t>
      </w:r>
      <w:r w:rsidR="0099281D">
        <w:t xml:space="preserve"> </w:t>
      </w:r>
      <w:r>
        <w:t>The velocity then passes through zero, corresponding to a point on the displacement-time graph where the gradient is zero, before becoming negative, meaning that the displacement is decreasing.</w:t>
      </w:r>
      <w:r w:rsidR="0099281D">
        <w:t xml:space="preserve"> </w:t>
      </w:r>
      <w:r>
        <w:t>To identify the correct displacement-time graph, students need to understand the significance of both a zero value for the velocity, and a negative value.</w:t>
      </w:r>
    </w:p>
    <w:p w14:paraId="232E43BF" w14:textId="288F98B0" w:rsidR="00D861A3" w:rsidRDefault="00ED3EDF" w:rsidP="00D861A3">
      <w:pPr>
        <w:pStyle w:val="ListParagraph"/>
        <w:numPr>
          <w:ilvl w:val="0"/>
          <w:numId w:val="5"/>
        </w:numPr>
        <w:spacing w:after="180"/>
      </w:pPr>
      <w:r>
        <w:t xml:space="preserve">The final velocity-time graph </w:t>
      </w:r>
      <w:proofErr w:type="gramStart"/>
      <w:r>
        <w:t>is a reflection of</w:t>
      </w:r>
      <w:proofErr w:type="gramEnd"/>
      <w:r>
        <w:t xml:space="preserve"> the third graph in the time axis, and the displacement-time graph can be drawn by flipping the previous graph </w:t>
      </w:r>
      <w:r w:rsidR="001F1283">
        <w:t>vertically</w:t>
      </w:r>
      <w:r>
        <w:t>.</w:t>
      </w:r>
      <w:r w:rsidR="0099281D">
        <w:t xml:space="preserve"> </w:t>
      </w:r>
      <w:r>
        <w:t xml:space="preserve">Students who </w:t>
      </w:r>
      <w:r w:rsidR="00D861A3">
        <w:t>understand</w:t>
      </w:r>
      <w:r>
        <w:t xml:space="preserve"> velocity as the gradient of a displacement-time graph may still confuse the last two answers, expecting the displacement-time graph initially to rise or fall as the velocity-time graph does.</w:t>
      </w:r>
      <w:r w:rsidR="0099281D">
        <w:t xml:space="preserve"> </w:t>
      </w:r>
      <w:r>
        <w:t>This is perhaps a further manifestation of the graph as picture misconception.</w:t>
      </w:r>
    </w:p>
    <w:p w14:paraId="61EE8AF5" w14:textId="78793298" w:rsidR="00A01222" w:rsidRPr="001F1283" w:rsidRDefault="00A01222" w:rsidP="00A01222">
      <w:pPr>
        <w:spacing w:after="180"/>
      </w:pPr>
      <w:r w:rsidRPr="004F039C">
        <w:t xml:space="preserve">If students have </w:t>
      </w:r>
      <w:r w:rsidR="004B1C32">
        <w:t>misunderstanding</w:t>
      </w:r>
      <w:r w:rsidRPr="004F039C">
        <w:t xml:space="preserve">s </w:t>
      </w:r>
      <w:r w:rsidR="001F1283">
        <w:t>about translating velocity-time graphs to displacement-time graphs, th</w:t>
      </w:r>
      <w:r w:rsidR="001F1283" w:rsidRPr="001F1283">
        <w:t>e</w:t>
      </w:r>
      <w:r w:rsidRPr="001F1283">
        <w:t xml:space="preserve"> following BEST ‘response </w:t>
      </w:r>
      <w:r w:rsidR="00F2483A" w:rsidRPr="001F1283">
        <w:t>activit</w:t>
      </w:r>
      <w:r w:rsidR="001F1283">
        <w:t>y</w:t>
      </w:r>
      <w:r w:rsidRPr="001F1283">
        <w:t>’ could be used in follow-up to this diagnostic question:</w:t>
      </w:r>
    </w:p>
    <w:p w14:paraId="38E67BF3" w14:textId="27E1686A" w:rsidR="00D861A3" w:rsidRDefault="00A01222" w:rsidP="00D861A3">
      <w:pPr>
        <w:pStyle w:val="ListParagraph"/>
        <w:numPr>
          <w:ilvl w:val="0"/>
          <w:numId w:val="1"/>
        </w:numPr>
        <w:spacing w:after="180"/>
      </w:pPr>
      <w:r w:rsidRPr="001F1283">
        <w:t xml:space="preserve">Response </w:t>
      </w:r>
      <w:r w:rsidR="00F2483A" w:rsidRPr="001F1283">
        <w:t>activity</w:t>
      </w:r>
      <w:r w:rsidRPr="001F1283">
        <w:t xml:space="preserve">: </w:t>
      </w:r>
      <w:r w:rsidR="001F1283" w:rsidRPr="001F1283">
        <w:t>Translati</w:t>
      </w:r>
      <w:r w:rsidR="00EB352B">
        <w:t>ng motion graph</w:t>
      </w:r>
    </w:p>
    <w:p w14:paraId="4DA3DB2D" w14:textId="79CAE7BE"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221C2158" w14:textId="1267B078" w:rsidR="00D278E8" w:rsidRDefault="00D278E8" w:rsidP="00E172C6">
      <w:pPr>
        <w:spacing w:after="180"/>
      </w:pPr>
      <w:r>
        <w:t xml:space="preserve">Developed </w:t>
      </w:r>
      <w:r w:rsidR="0015356E">
        <w:t xml:space="preserve">by </w:t>
      </w:r>
      <w:r w:rsidR="001F1283">
        <w:t>Simon Carson (UYSEG).</w:t>
      </w:r>
    </w:p>
    <w:p w14:paraId="2C37F833" w14:textId="18EF21EF" w:rsidR="00CC78A5" w:rsidRDefault="00D278E8" w:rsidP="00E172C6">
      <w:pPr>
        <w:spacing w:after="180"/>
      </w:pPr>
      <w:r w:rsidRPr="0045323E">
        <w:t xml:space="preserve">Images: </w:t>
      </w:r>
      <w:r w:rsidR="001F1283">
        <w:t>Simon Carson (UYSEG)</w:t>
      </w:r>
    </w:p>
    <w:p w14:paraId="6F4EB6DA" w14:textId="77777777" w:rsidR="00DF7078" w:rsidRDefault="00DF7078">
      <w:pPr>
        <w:spacing w:after="200" w:line="276" w:lineRule="auto"/>
        <w:rPr>
          <w:b/>
          <w:color w:val="5F497A" w:themeColor="accent4" w:themeShade="BF"/>
          <w:sz w:val="24"/>
        </w:rPr>
      </w:pPr>
      <w:r>
        <w:rPr>
          <w:b/>
          <w:color w:val="5F497A" w:themeColor="accent4" w:themeShade="BF"/>
          <w:sz w:val="24"/>
        </w:rPr>
        <w:br w:type="page"/>
      </w:r>
    </w:p>
    <w:p w14:paraId="7A397E16" w14:textId="58D144F1" w:rsidR="00B46FF9"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14:paraId="18F979FB" w14:textId="77777777" w:rsidR="001F1283" w:rsidRPr="001F1283" w:rsidRDefault="001F1283" w:rsidP="00EB352B">
      <w:pPr>
        <w:pStyle w:val="Bibliography"/>
        <w:spacing w:after="120"/>
        <w:ind w:left="425" w:hanging="425"/>
        <w:rPr>
          <w:rFonts w:ascii="Calibri" w:hAnsi="Calibri" w:cs="Calibri"/>
        </w:rPr>
      </w:pPr>
      <w:r>
        <w:rPr>
          <w:b/>
          <w:color w:val="5F497A" w:themeColor="accent4" w:themeShade="BF"/>
        </w:rPr>
        <w:fldChar w:fldCharType="begin"/>
      </w:r>
      <w:r>
        <w:rPr>
          <w:b/>
          <w:color w:val="5F497A" w:themeColor="accent4" w:themeShade="BF"/>
        </w:rPr>
        <w:instrText xml:space="preserve"> ADDIN ZOTERO_BIBL {"uncited":[],"omitted":[],"custom":[]} CSL_BIBLIOGRAPHY </w:instrText>
      </w:r>
      <w:r>
        <w:rPr>
          <w:b/>
          <w:color w:val="5F497A" w:themeColor="accent4" w:themeShade="BF"/>
        </w:rPr>
        <w:fldChar w:fldCharType="separate"/>
      </w:r>
      <w:proofErr w:type="spellStart"/>
      <w:r w:rsidRPr="001F1283">
        <w:rPr>
          <w:rFonts w:ascii="Calibri" w:hAnsi="Calibri" w:cs="Calibri"/>
        </w:rPr>
        <w:t>Beichner</w:t>
      </w:r>
      <w:proofErr w:type="spellEnd"/>
      <w:r w:rsidRPr="001F1283">
        <w:rPr>
          <w:rFonts w:ascii="Calibri" w:hAnsi="Calibri" w:cs="Calibri"/>
        </w:rPr>
        <w:t xml:space="preserve">, R.J. (1994) ‘Testing student interpretation of kinematics graphs’, </w:t>
      </w:r>
      <w:r w:rsidRPr="001F1283">
        <w:rPr>
          <w:rFonts w:ascii="Calibri" w:hAnsi="Calibri" w:cs="Calibri"/>
          <w:i/>
          <w:iCs/>
        </w:rPr>
        <w:t>American Journal of Physics</w:t>
      </w:r>
      <w:r w:rsidRPr="001F1283">
        <w:rPr>
          <w:rFonts w:ascii="Calibri" w:hAnsi="Calibri" w:cs="Calibri"/>
        </w:rPr>
        <w:t>, 62(8), pp. 750–762. doi:10.1119/1.17449.</w:t>
      </w:r>
    </w:p>
    <w:p w14:paraId="35C958B1" w14:textId="77777777" w:rsidR="001F1283" w:rsidRPr="001F1283" w:rsidRDefault="001F1283" w:rsidP="00EB352B">
      <w:pPr>
        <w:pStyle w:val="Bibliography"/>
        <w:spacing w:after="120"/>
        <w:ind w:left="425" w:hanging="425"/>
        <w:rPr>
          <w:rFonts w:ascii="Calibri" w:hAnsi="Calibri" w:cs="Calibri"/>
        </w:rPr>
      </w:pPr>
      <w:r w:rsidRPr="001F1283">
        <w:rPr>
          <w:rFonts w:ascii="Calibri" w:hAnsi="Calibri" w:cs="Calibri"/>
        </w:rPr>
        <w:t xml:space="preserve">Bollen, L. </w:t>
      </w:r>
      <w:r w:rsidRPr="001F1283">
        <w:rPr>
          <w:rFonts w:ascii="Calibri" w:hAnsi="Calibri" w:cs="Calibri"/>
          <w:i/>
          <w:iCs/>
        </w:rPr>
        <w:t>et al.</w:t>
      </w:r>
      <w:r w:rsidRPr="001F1283">
        <w:rPr>
          <w:rFonts w:ascii="Calibri" w:hAnsi="Calibri" w:cs="Calibri"/>
        </w:rPr>
        <w:t xml:space="preserve"> (2016) ‘Generalizing a categorization of students’ interpretations of linear kinematics graphs’, </w:t>
      </w:r>
      <w:r w:rsidRPr="001F1283">
        <w:rPr>
          <w:rFonts w:ascii="Calibri" w:hAnsi="Calibri" w:cs="Calibri"/>
          <w:i/>
          <w:iCs/>
        </w:rPr>
        <w:t>Physical Review Physics Education Research</w:t>
      </w:r>
      <w:r w:rsidRPr="001F1283">
        <w:rPr>
          <w:rFonts w:ascii="Calibri" w:hAnsi="Calibri" w:cs="Calibri"/>
        </w:rPr>
        <w:t>, 12(1), p. 010108. doi:10.1103/PhysRevPhysEducRes.12.010108.</w:t>
      </w:r>
    </w:p>
    <w:p w14:paraId="085C5539" w14:textId="6A6EBD77" w:rsidR="001F1283" w:rsidRPr="001F1283" w:rsidRDefault="001F1283" w:rsidP="00EB352B">
      <w:pPr>
        <w:pStyle w:val="Bibliography"/>
        <w:spacing w:after="120"/>
        <w:ind w:left="425" w:hanging="425"/>
        <w:rPr>
          <w:rFonts w:ascii="Calibri" w:hAnsi="Calibri" w:cs="Calibri"/>
        </w:rPr>
      </w:pPr>
      <w:r w:rsidRPr="001F1283">
        <w:rPr>
          <w:rFonts w:ascii="Calibri" w:hAnsi="Calibri" w:cs="Calibri"/>
        </w:rPr>
        <w:t>Clement, J. (1985) ‘</w:t>
      </w:r>
      <w:r w:rsidR="00DF7078">
        <w:rPr>
          <w:rFonts w:ascii="Calibri" w:hAnsi="Calibri" w:cs="Calibri"/>
        </w:rPr>
        <w:t>Misconceptions in Graphing</w:t>
      </w:r>
      <w:r w:rsidRPr="001F1283">
        <w:rPr>
          <w:rFonts w:ascii="Calibri" w:hAnsi="Calibri" w:cs="Calibri"/>
        </w:rPr>
        <w:t xml:space="preserve">’, in </w:t>
      </w:r>
      <w:r w:rsidRPr="001F1283">
        <w:rPr>
          <w:rFonts w:ascii="Calibri" w:hAnsi="Calibri" w:cs="Calibri"/>
          <w:i/>
          <w:iCs/>
        </w:rPr>
        <w:t>Proceedings of the Ninth Conference of the International Group for the Psychology of Mathematics Education</w:t>
      </w:r>
      <w:r w:rsidRPr="001F1283">
        <w:rPr>
          <w:rFonts w:ascii="Calibri" w:hAnsi="Calibri" w:cs="Calibri"/>
        </w:rPr>
        <w:t xml:space="preserve">. </w:t>
      </w:r>
      <w:r w:rsidRPr="001F1283">
        <w:rPr>
          <w:rFonts w:ascii="Calibri" w:hAnsi="Calibri" w:cs="Calibri"/>
          <w:i/>
          <w:iCs/>
        </w:rPr>
        <w:t>Ninth Conference of the International Group for the Psychology of Mathematics Education, Noordwijkerhout, The Netherlands, July, 1985.</w:t>
      </w:r>
      <w:r w:rsidRPr="001F1283">
        <w:rPr>
          <w:rFonts w:ascii="Calibri" w:hAnsi="Calibri" w:cs="Calibri"/>
        </w:rPr>
        <w:t>, Netherlands, p. 8.</w:t>
      </w:r>
    </w:p>
    <w:p w14:paraId="593E13CB" w14:textId="77777777" w:rsidR="001F1283" w:rsidRPr="001F1283" w:rsidRDefault="001F1283" w:rsidP="00EB352B">
      <w:pPr>
        <w:pStyle w:val="Bibliography"/>
        <w:spacing w:after="120"/>
        <w:ind w:left="425" w:hanging="425"/>
        <w:rPr>
          <w:rFonts w:ascii="Calibri" w:hAnsi="Calibri" w:cs="Calibri"/>
        </w:rPr>
      </w:pPr>
      <w:r w:rsidRPr="001F1283">
        <w:rPr>
          <w:rFonts w:ascii="Calibri" w:hAnsi="Calibri" w:cs="Calibri"/>
        </w:rPr>
        <w:t xml:space="preserve">Goldberg, F.M. and Anderson, J.H. (1989) ‘Student difficulties with graphical representations of negative values of velocity’, </w:t>
      </w:r>
      <w:r w:rsidRPr="001F1283">
        <w:rPr>
          <w:rFonts w:ascii="Calibri" w:hAnsi="Calibri" w:cs="Calibri"/>
          <w:i/>
          <w:iCs/>
        </w:rPr>
        <w:t>The Physics Teacher</w:t>
      </w:r>
      <w:r w:rsidRPr="001F1283">
        <w:rPr>
          <w:rFonts w:ascii="Calibri" w:hAnsi="Calibri" w:cs="Calibri"/>
        </w:rPr>
        <w:t>, 27(4), pp. 254–260. doi:10.1119/1.2342748.</w:t>
      </w:r>
    </w:p>
    <w:p w14:paraId="3D8A3367" w14:textId="77777777" w:rsidR="001F1283" w:rsidRPr="001F1283" w:rsidRDefault="001F1283" w:rsidP="00EB352B">
      <w:pPr>
        <w:pStyle w:val="Bibliography"/>
        <w:spacing w:after="120"/>
        <w:ind w:left="425" w:hanging="425"/>
        <w:rPr>
          <w:rFonts w:ascii="Calibri" w:hAnsi="Calibri" w:cs="Calibri"/>
        </w:rPr>
      </w:pPr>
      <w:r w:rsidRPr="001F1283">
        <w:rPr>
          <w:rFonts w:ascii="Calibri" w:hAnsi="Calibri" w:cs="Calibri"/>
        </w:rPr>
        <w:t xml:space="preserve">Leinhardt, G., Zaslavsky, O. and Stein, M.K. (1990) ‘Functions, Graphs, and Graphing: Tasks, Learning, and Teaching’, </w:t>
      </w:r>
      <w:r w:rsidRPr="001F1283">
        <w:rPr>
          <w:rFonts w:ascii="Calibri" w:hAnsi="Calibri" w:cs="Calibri"/>
          <w:i/>
          <w:iCs/>
        </w:rPr>
        <w:t>Review of Educational Research</w:t>
      </w:r>
      <w:r w:rsidRPr="001F1283">
        <w:rPr>
          <w:rFonts w:ascii="Calibri" w:hAnsi="Calibri" w:cs="Calibri"/>
        </w:rPr>
        <w:t>, 60(1), p. 64.</w:t>
      </w:r>
    </w:p>
    <w:p w14:paraId="79E2DC64" w14:textId="77777777" w:rsidR="001F1283" w:rsidRPr="001F1283" w:rsidRDefault="001F1283" w:rsidP="00EB352B">
      <w:pPr>
        <w:pStyle w:val="Bibliography"/>
        <w:spacing w:after="120"/>
        <w:ind w:left="425" w:hanging="425"/>
        <w:rPr>
          <w:rFonts w:ascii="Calibri" w:hAnsi="Calibri" w:cs="Calibri"/>
        </w:rPr>
      </w:pPr>
      <w:r w:rsidRPr="001F1283">
        <w:rPr>
          <w:rFonts w:ascii="Calibri" w:hAnsi="Calibri" w:cs="Calibri"/>
        </w:rPr>
        <w:t xml:space="preserve">McDermott, L.C., Rosenquist, M.L. and van Zee, E.H. (1987) ‘Student difficulties in connecting graphs and physics: Examples from kinematics’, </w:t>
      </w:r>
      <w:r w:rsidRPr="001F1283">
        <w:rPr>
          <w:rFonts w:ascii="Calibri" w:hAnsi="Calibri" w:cs="Calibri"/>
          <w:i/>
          <w:iCs/>
        </w:rPr>
        <w:t>American Journal of Physics</w:t>
      </w:r>
      <w:r w:rsidRPr="001F1283">
        <w:rPr>
          <w:rFonts w:ascii="Calibri" w:hAnsi="Calibri" w:cs="Calibri"/>
        </w:rPr>
        <w:t>, 55(6), pp. 503–513. doi:10.1119/1.15104.</w:t>
      </w:r>
    </w:p>
    <w:p w14:paraId="25ACC292" w14:textId="3EFF9DBD" w:rsidR="001F1283" w:rsidRPr="001F1283" w:rsidRDefault="001F1283" w:rsidP="00EB352B">
      <w:pPr>
        <w:spacing w:after="120"/>
        <w:ind w:left="425" w:hanging="425"/>
        <w:rPr>
          <w:b/>
          <w:color w:val="5F497A" w:themeColor="accent4" w:themeShade="BF"/>
        </w:rPr>
      </w:pPr>
      <w:r>
        <w:rPr>
          <w:b/>
          <w:color w:val="5F497A" w:themeColor="accent4" w:themeShade="BF"/>
        </w:rPr>
        <w:fldChar w:fldCharType="end"/>
      </w:r>
      <w:bookmarkStart w:id="1" w:name="_GoBack"/>
      <w:bookmarkEnd w:id="1"/>
    </w:p>
    <w:sectPr w:rsidR="001F1283" w:rsidRPr="001F1283" w:rsidSect="00642ECD">
      <w:headerReference w:type="default" r:id="rId4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2CE95" w14:textId="77777777" w:rsidR="001C32DC" w:rsidRDefault="001C32DC" w:rsidP="000B473B">
      <w:r>
        <w:separator/>
      </w:r>
    </w:p>
  </w:endnote>
  <w:endnote w:type="continuationSeparator" w:id="0">
    <w:p w14:paraId="45375420" w14:textId="77777777" w:rsidR="001C32DC" w:rsidRDefault="001C32D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EC0F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2EE579B" wp14:editId="6CA3C48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EAA948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A07CF7">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E619F5">
      <w:rPr>
        <w:noProof/>
      </w:rPr>
      <w:t>1</w:t>
    </w:r>
    <w:r>
      <w:rPr>
        <w:noProof/>
      </w:rPr>
      <w:fldChar w:fldCharType="end"/>
    </w:r>
  </w:p>
  <w:p w14:paraId="6ABE515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242A576"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17397" w14:textId="77777777" w:rsidR="001C32DC" w:rsidRDefault="001C32DC" w:rsidP="000B473B">
      <w:r>
        <w:separator/>
      </w:r>
    </w:p>
  </w:footnote>
  <w:footnote w:type="continuationSeparator" w:id="0">
    <w:p w14:paraId="2095D1C5" w14:textId="77777777" w:rsidR="001C32DC" w:rsidRDefault="001C32D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F207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2F327F0" wp14:editId="354FF31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72E599A" wp14:editId="2830606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C6B020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6242B" w14:textId="1A3CB32C" w:rsidR="00B0211E" w:rsidRPr="004E5592" w:rsidRDefault="00B0211E" w:rsidP="00B0211E">
    <w:pPr>
      <w:pStyle w:val="Header"/>
      <w:ind w:left="3407" w:firstLine="3256"/>
      <w:jc w:val="right"/>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8A67423" wp14:editId="54C25FD8">
          <wp:simplePos x="0" y="0"/>
          <wp:positionH relativeFrom="column">
            <wp:posOffset>-9525</wp:posOffset>
          </wp:positionH>
          <wp:positionV relativeFrom="paragraph">
            <wp:posOffset>-177165</wp:posOffset>
          </wp:positionV>
          <wp:extent cx="867600" cy="363600"/>
          <wp:effectExtent l="0" t="0" r="0" b="0"/>
          <wp:wrapNone/>
          <wp:docPr id="1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FE3C858" wp14:editId="2089C0DF">
              <wp:simplePos x="0" y="0"/>
              <wp:positionH relativeFrom="column">
                <wp:posOffset>-914400</wp:posOffset>
              </wp:positionH>
              <wp:positionV relativeFrom="paragraph">
                <wp:posOffset>269239</wp:posOffset>
              </wp:positionV>
              <wp:extent cx="7572375" cy="0"/>
              <wp:effectExtent l="0" t="0" r="9525"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35630A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GKRZxs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D20B43"/>
    <w:multiLevelType w:val="hybridMultilevel"/>
    <w:tmpl w:val="3D30EAA4"/>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30006C"/>
    <w:multiLevelType w:val="hybridMultilevel"/>
    <w:tmpl w:val="AFDAB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294A7C"/>
    <w:multiLevelType w:val="hybridMultilevel"/>
    <w:tmpl w:val="8702E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74"/>
    <w:rsid w:val="00015578"/>
    <w:rsid w:val="00024731"/>
    <w:rsid w:val="00026DEC"/>
    <w:rsid w:val="0003751B"/>
    <w:rsid w:val="000505CA"/>
    <w:rsid w:val="00057052"/>
    <w:rsid w:val="0007651D"/>
    <w:rsid w:val="0009089A"/>
    <w:rsid w:val="000947E2"/>
    <w:rsid w:val="00095E04"/>
    <w:rsid w:val="000A0D12"/>
    <w:rsid w:val="000B473B"/>
    <w:rsid w:val="000D0E89"/>
    <w:rsid w:val="000E2689"/>
    <w:rsid w:val="000F5BF6"/>
    <w:rsid w:val="0011038D"/>
    <w:rsid w:val="00142613"/>
    <w:rsid w:val="00144DA7"/>
    <w:rsid w:val="0015356E"/>
    <w:rsid w:val="00161D3F"/>
    <w:rsid w:val="00161D56"/>
    <w:rsid w:val="001707C3"/>
    <w:rsid w:val="001915D4"/>
    <w:rsid w:val="001A1FED"/>
    <w:rsid w:val="001A40E2"/>
    <w:rsid w:val="001C32DC"/>
    <w:rsid w:val="001C4805"/>
    <w:rsid w:val="001F1283"/>
    <w:rsid w:val="00201AC2"/>
    <w:rsid w:val="00214608"/>
    <w:rsid w:val="0021607B"/>
    <w:rsid w:val="002178AC"/>
    <w:rsid w:val="0022547C"/>
    <w:rsid w:val="0025410A"/>
    <w:rsid w:val="0027553E"/>
    <w:rsid w:val="0028012F"/>
    <w:rsid w:val="002828DF"/>
    <w:rsid w:val="00284323"/>
    <w:rsid w:val="00287876"/>
    <w:rsid w:val="00292C53"/>
    <w:rsid w:val="00294E22"/>
    <w:rsid w:val="002B5D71"/>
    <w:rsid w:val="002C22EA"/>
    <w:rsid w:val="002C59BA"/>
    <w:rsid w:val="002C79AE"/>
    <w:rsid w:val="00301AA9"/>
    <w:rsid w:val="003117F6"/>
    <w:rsid w:val="00323CAC"/>
    <w:rsid w:val="003249F2"/>
    <w:rsid w:val="003533B8"/>
    <w:rsid w:val="003752BE"/>
    <w:rsid w:val="003A346A"/>
    <w:rsid w:val="003B2917"/>
    <w:rsid w:val="003B541B"/>
    <w:rsid w:val="003B7106"/>
    <w:rsid w:val="003E2B2F"/>
    <w:rsid w:val="003E6046"/>
    <w:rsid w:val="003F16F9"/>
    <w:rsid w:val="00430C1F"/>
    <w:rsid w:val="00442595"/>
    <w:rsid w:val="0045323E"/>
    <w:rsid w:val="004624B4"/>
    <w:rsid w:val="00465AAB"/>
    <w:rsid w:val="00486813"/>
    <w:rsid w:val="004A5A88"/>
    <w:rsid w:val="004B0EE1"/>
    <w:rsid w:val="004B1C32"/>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72F5"/>
    <w:rsid w:val="006A1D34"/>
    <w:rsid w:val="006A4440"/>
    <w:rsid w:val="006B0615"/>
    <w:rsid w:val="006B5121"/>
    <w:rsid w:val="006D166B"/>
    <w:rsid w:val="006F3279"/>
    <w:rsid w:val="006F53C8"/>
    <w:rsid w:val="00704AEE"/>
    <w:rsid w:val="00717954"/>
    <w:rsid w:val="00722F9A"/>
    <w:rsid w:val="00740774"/>
    <w:rsid w:val="00754539"/>
    <w:rsid w:val="00765974"/>
    <w:rsid w:val="0077646D"/>
    <w:rsid w:val="00781BC6"/>
    <w:rsid w:val="007A3C86"/>
    <w:rsid w:val="007A683E"/>
    <w:rsid w:val="007A748B"/>
    <w:rsid w:val="007B5E02"/>
    <w:rsid w:val="007C26E1"/>
    <w:rsid w:val="007D1D65"/>
    <w:rsid w:val="007D536F"/>
    <w:rsid w:val="007E0A9E"/>
    <w:rsid w:val="007E5309"/>
    <w:rsid w:val="007F5BE0"/>
    <w:rsid w:val="00800DE1"/>
    <w:rsid w:val="00813F47"/>
    <w:rsid w:val="00814FA1"/>
    <w:rsid w:val="008450D6"/>
    <w:rsid w:val="00856FCA"/>
    <w:rsid w:val="00873B8C"/>
    <w:rsid w:val="00880E3B"/>
    <w:rsid w:val="008A405F"/>
    <w:rsid w:val="008C61E7"/>
    <w:rsid w:val="008C7F34"/>
    <w:rsid w:val="008E580C"/>
    <w:rsid w:val="0090047A"/>
    <w:rsid w:val="00913591"/>
    <w:rsid w:val="00925026"/>
    <w:rsid w:val="00931264"/>
    <w:rsid w:val="00933BFA"/>
    <w:rsid w:val="00942A4B"/>
    <w:rsid w:val="009560FD"/>
    <w:rsid w:val="00961D59"/>
    <w:rsid w:val="0099281D"/>
    <w:rsid w:val="009B2D55"/>
    <w:rsid w:val="009C0343"/>
    <w:rsid w:val="009E0D11"/>
    <w:rsid w:val="009F2253"/>
    <w:rsid w:val="00A01222"/>
    <w:rsid w:val="00A07CF7"/>
    <w:rsid w:val="00A24A16"/>
    <w:rsid w:val="00A37D14"/>
    <w:rsid w:val="00A60638"/>
    <w:rsid w:val="00A6111E"/>
    <w:rsid w:val="00A6168B"/>
    <w:rsid w:val="00A62028"/>
    <w:rsid w:val="00A64939"/>
    <w:rsid w:val="00AA5B77"/>
    <w:rsid w:val="00AA6236"/>
    <w:rsid w:val="00AB6AE7"/>
    <w:rsid w:val="00AD21F5"/>
    <w:rsid w:val="00AF2071"/>
    <w:rsid w:val="00B0211E"/>
    <w:rsid w:val="00B0338F"/>
    <w:rsid w:val="00B06225"/>
    <w:rsid w:val="00B23C7A"/>
    <w:rsid w:val="00B305F5"/>
    <w:rsid w:val="00B46FF9"/>
    <w:rsid w:val="00B47E1D"/>
    <w:rsid w:val="00B6256B"/>
    <w:rsid w:val="00B75483"/>
    <w:rsid w:val="00B96362"/>
    <w:rsid w:val="00BA7952"/>
    <w:rsid w:val="00BB44B4"/>
    <w:rsid w:val="00BF0324"/>
    <w:rsid w:val="00BF0BBF"/>
    <w:rsid w:val="00BF6C8A"/>
    <w:rsid w:val="00C05571"/>
    <w:rsid w:val="00C246CE"/>
    <w:rsid w:val="00C54711"/>
    <w:rsid w:val="00C57FA2"/>
    <w:rsid w:val="00C80421"/>
    <w:rsid w:val="00CC2E4D"/>
    <w:rsid w:val="00CC78A5"/>
    <w:rsid w:val="00CC7B16"/>
    <w:rsid w:val="00CD33E3"/>
    <w:rsid w:val="00CE15FE"/>
    <w:rsid w:val="00D0138A"/>
    <w:rsid w:val="00D02E15"/>
    <w:rsid w:val="00D04A0D"/>
    <w:rsid w:val="00D14F44"/>
    <w:rsid w:val="00D2217A"/>
    <w:rsid w:val="00D278E8"/>
    <w:rsid w:val="00D40018"/>
    <w:rsid w:val="00D421E8"/>
    <w:rsid w:val="00D44604"/>
    <w:rsid w:val="00D479B3"/>
    <w:rsid w:val="00D52283"/>
    <w:rsid w:val="00D524E5"/>
    <w:rsid w:val="00D72FEF"/>
    <w:rsid w:val="00D755FA"/>
    <w:rsid w:val="00D861A3"/>
    <w:rsid w:val="00DC4A4E"/>
    <w:rsid w:val="00DD1874"/>
    <w:rsid w:val="00DD60F4"/>
    <w:rsid w:val="00DD63BD"/>
    <w:rsid w:val="00DF029A"/>
    <w:rsid w:val="00DF05DB"/>
    <w:rsid w:val="00DF7078"/>
    <w:rsid w:val="00DF7E20"/>
    <w:rsid w:val="00E172C6"/>
    <w:rsid w:val="00E24309"/>
    <w:rsid w:val="00E53D82"/>
    <w:rsid w:val="00E619F5"/>
    <w:rsid w:val="00E9330A"/>
    <w:rsid w:val="00EB352B"/>
    <w:rsid w:val="00ED3EDF"/>
    <w:rsid w:val="00EE6B97"/>
    <w:rsid w:val="00F12C3B"/>
    <w:rsid w:val="00F2483A"/>
    <w:rsid w:val="00F26884"/>
    <w:rsid w:val="00F35CDE"/>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6C659"/>
  <w15:docId w15:val="{24977D44-F0A0-4593-9A43-ACF6A8C8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1F128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33549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6.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fontTable" Target="fontTable.xml"/><Relationship Id="rId20" Type="http://schemas.openxmlformats.org/officeDocument/2006/relationships/image" Target="media/image14.png"/><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5.png"/></Relationships>
</file>

<file path=word/_rels/header2.xml.rels><?xml version="1.0" encoding="UTF-8" standalone="yes"?>
<Relationships xmlns="http://schemas.openxmlformats.org/package/2006/relationships"><Relationship Id="rId1" Type="http://schemas.openxmlformats.org/officeDocument/2006/relationships/image" Target="media/image3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376</TotalTime>
  <Pages>6</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34</cp:revision>
  <cp:lastPrinted>2017-02-24T16:20:00Z</cp:lastPrinted>
  <dcterms:created xsi:type="dcterms:W3CDTF">2021-09-03T10:04:00Z</dcterms:created>
  <dcterms:modified xsi:type="dcterms:W3CDTF">2022-01-07T16:20:00Z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id="wJKWuRNI"/&gt;&lt;style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